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270049" w14:textId="77777777" w:rsidR="00B142D6" w:rsidRPr="00CD695F" w:rsidRDefault="000846FB" w:rsidP="00B142D6">
      <w:pPr>
        <w:spacing w:after="0" w:line="360" w:lineRule="auto"/>
        <w:ind w:right="1700"/>
        <w:jc w:val="both"/>
        <w:rPr>
          <w:rFonts w:ascii="Arial" w:hAnsi="Arial" w:cs="Arial"/>
          <w:bCs/>
          <w:sz w:val="20"/>
          <w:szCs w:val="20"/>
        </w:rPr>
      </w:pPr>
      <w:r w:rsidRPr="00CD695F">
        <w:rPr>
          <w:rFonts w:ascii="Arial" w:hAnsi="Arial"/>
          <w:bCs/>
          <w:sz w:val="20"/>
        </w:rPr>
        <w:t xml:space="preserve">Soft, resilient, dust-tight and </w:t>
      </w:r>
      <w:proofErr w:type="gramStart"/>
      <w:r w:rsidRPr="00CD695F">
        <w:rPr>
          <w:rFonts w:ascii="Arial" w:hAnsi="Arial"/>
          <w:bCs/>
          <w:sz w:val="20"/>
        </w:rPr>
        <w:t>water-proof</w:t>
      </w:r>
      <w:proofErr w:type="gramEnd"/>
    </w:p>
    <w:p w14:paraId="1642FF09" w14:textId="6A62D9D8" w:rsidR="00B142D6" w:rsidRPr="00CD695F" w:rsidRDefault="000846FB" w:rsidP="00B142D6">
      <w:pPr>
        <w:spacing w:after="0" w:line="360" w:lineRule="auto"/>
        <w:ind w:right="1700"/>
        <w:rPr>
          <w:rFonts w:ascii="Arial" w:hAnsi="Arial" w:cs="Arial"/>
          <w:b/>
          <w:sz w:val="24"/>
          <w:szCs w:val="24"/>
        </w:rPr>
      </w:pPr>
      <w:r w:rsidRPr="00CD695F">
        <w:rPr>
          <w:rFonts w:ascii="Arial" w:hAnsi="Arial"/>
          <w:b/>
          <w:sz w:val="24"/>
        </w:rPr>
        <w:t>KRAIBURG TPE and NEXTIS partner on flexible USB socket protection cover molded in THERMOLAST</w:t>
      </w:r>
      <w:r w:rsidRPr="00CD695F">
        <w:rPr>
          <w:rFonts w:ascii="Arial" w:hAnsi="Arial"/>
          <w:b/>
          <w:sz w:val="24"/>
          <w:vertAlign w:val="superscript"/>
        </w:rPr>
        <w:t>®</w:t>
      </w:r>
      <w:r w:rsidRPr="00CD695F">
        <w:rPr>
          <w:rFonts w:ascii="Arial" w:hAnsi="Arial"/>
          <w:b/>
          <w:sz w:val="24"/>
        </w:rPr>
        <w:t xml:space="preserve"> for respiratory devices</w:t>
      </w:r>
    </w:p>
    <w:p w14:paraId="233EC254" w14:textId="77777777" w:rsidR="00B142D6" w:rsidRPr="00CD695F" w:rsidRDefault="00B142D6" w:rsidP="00B142D6">
      <w:pPr>
        <w:keepLines/>
        <w:spacing w:after="0" w:line="360" w:lineRule="auto"/>
        <w:ind w:right="1701"/>
        <w:jc w:val="both"/>
        <w:rPr>
          <w:rFonts w:ascii="Arial" w:hAnsi="Arial" w:cs="Arial"/>
          <w:sz w:val="20"/>
          <w:szCs w:val="20"/>
        </w:rPr>
      </w:pPr>
    </w:p>
    <w:p w14:paraId="39B1E3FD" w14:textId="759BA884" w:rsidR="00083596" w:rsidRPr="00CD695F" w:rsidRDefault="000846FB" w:rsidP="00B71FAC">
      <w:pPr>
        <w:keepLines/>
        <w:spacing w:after="0" w:line="360" w:lineRule="auto"/>
        <w:ind w:right="1701"/>
        <w:jc w:val="both"/>
        <w:rPr>
          <w:rFonts w:ascii="Arial" w:hAnsi="Arial" w:cs="Arial"/>
          <w:b/>
          <w:sz w:val="20"/>
          <w:szCs w:val="20"/>
        </w:rPr>
      </w:pPr>
      <w:r w:rsidRPr="00CD695F">
        <w:rPr>
          <w:rFonts w:ascii="Arial" w:hAnsi="Arial"/>
          <w:b/>
          <w:sz w:val="20"/>
        </w:rPr>
        <w:t xml:space="preserve">In close collaboration with KRAIBURG TPE, medical components specialist NEXTIS (France) has developed an articulated cover designed to protect the USB port on respiratory devices against dust and splash water entry. The part is molded in a proven </w:t>
      </w:r>
      <w:r w:rsidR="002271EA" w:rsidRPr="00CD695F">
        <w:rPr>
          <w:rFonts w:ascii="Arial" w:hAnsi="Arial"/>
          <w:b/>
          <w:sz w:val="20"/>
        </w:rPr>
        <w:t>THERMOLAST</w:t>
      </w:r>
      <w:r w:rsidR="002271EA" w:rsidRPr="00CD695F">
        <w:rPr>
          <w:rFonts w:ascii="Arial" w:hAnsi="Arial"/>
          <w:b/>
          <w:sz w:val="20"/>
          <w:vertAlign w:val="superscript"/>
        </w:rPr>
        <w:t>®</w:t>
      </w:r>
      <w:r w:rsidRPr="00CD695F">
        <w:rPr>
          <w:rFonts w:ascii="Arial" w:hAnsi="Arial"/>
          <w:b/>
          <w:sz w:val="20"/>
        </w:rPr>
        <w:t xml:space="preserve"> compound that delivers a perfect balance of high mechanical properties and aesthetics, ease of injection molding, and reliable resistance against professional cleaners.</w:t>
      </w:r>
    </w:p>
    <w:p w14:paraId="788421B8" w14:textId="77777777" w:rsidR="00D9749E" w:rsidRPr="00CD695F" w:rsidRDefault="00D9749E" w:rsidP="00B71FAC">
      <w:pPr>
        <w:keepLines/>
        <w:spacing w:after="0" w:line="360" w:lineRule="auto"/>
        <w:ind w:right="1701"/>
        <w:jc w:val="both"/>
        <w:rPr>
          <w:rFonts w:ascii="Arial" w:hAnsi="Arial" w:cs="Arial"/>
          <w:sz w:val="20"/>
          <w:szCs w:val="20"/>
        </w:rPr>
      </w:pPr>
    </w:p>
    <w:p w14:paraId="000E949F" w14:textId="1B365947" w:rsidR="000846FB" w:rsidRPr="00CD695F" w:rsidRDefault="000846FB" w:rsidP="000846FB">
      <w:pPr>
        <w:keepLines/>
        <w:spacing w:after="0" w:line="360" w:lineRule="auto"/>
        <w:ind w:right="1701"/>
        <w:jc w:val="both"/>
        <w:rPr>
          <w:rFonts w:ascii="Arial" w:hAnsi="Arial"/>
          <w:sz w:val="20"/>
        </w:rPr>
      </w:pPr>
      <w:r w:rsidRPr="00CD695F">
        <w:rPr>
          <w:rFonts w:ascii="Arial" w:hAnsi="Arial"/>
          <w:sz w:val="20"/>
        </w:rPr>
        <w:t xml:space="preserve">As a system supplier of medical components and assemblies, NEXTIS is molding several parts for an advanced respirator from </w:t>
      </w:r>
      <w:r w:rsidR="00DC58B2" w:rsidRPr="00CD695F">
        <w:rPr>
          <w:rFonts w:ascii="Arial" w:hAnsi="Arial"/>
          <w:sz w:val="20"/>
        </w:rPr>
        <w:t>Air Liquide Medical Systems (ALMS)</w:t>
      </w:r>
      <w:r w:rsidRPr="00CD695F">
        <w:rPr>
          <w:rFonts w:ascii="Arial" w:hAnsi="Arial"/>
          <w:sz w:val="20"/>
        </w:rPr>
        <w:t>, including a flexible protective cover for the device’s USP port. The cover is clipped to the device housing and has a hinged closure that ensures the sealing of the USB socket, when not in use, against the entry of dust particles, splash water, and foreign objects.</w:t>
      </w:r>
    </w:p>
    <w:p w14:paraId="4A684624" w14:textId="77777777" w:rsidR="000846FB" w:rsidRPr="00CD695F" w:rsidRDefault="000846FB" w:rsidP="000846FB">
      <w:pPr>
        <w:keepLines/>
        <w:spacing w:after="0" w:line="360" w:lineRule="auto"/>
        <w:ind w:right="1701"/>
        <w:jc w:val="both"/>
        <w:rPr>
          <w:rFonts w:ascii="Arial" w:hAnsi="Arial"/>
          <w:sz w:val="20"/>
        </w:rPr>
      </w:pPr>
    </w:p>
    <w:p w14:paraId="1D57BDA1" w14:textId="41D65B95" w:rsidR="000846FB" w:rsidRPr="00CD695F" w:rsidRDefault="000846FB" w:rsidP="000846FB">
      <w:pPr>
        <w:keepLines/>
        <w:spacing w:after="0" w:line="360" w:lineRule="auto"/>
        <w:ind w:right="1701"/>
        <w:jc w:val="both"/>
        <w:rPr>
          <w:rFonts w:ascii="Arial" w:hAnsi="Arial"/>
          <w:sz w:val="20"/>
        </w:rPr>
      </w:pPr>
      <w:r w:rsidRPr="00CD695F">
        <w:rPr>
          <w:rFonts w:ascii="Arial" w:hAnsi="Arial"/>
          <w:sz w:val="20"/>
        </w:rPr>
        <w:t xml:space="preserve">“For this application, we needed a soft but resilient material that will reliably withstand the repeated opening and closing of the protective cover over the lifetime of the respiratory device, without deformation and loss of its sealing function,” explains </w:t>
      </w:r>
      <w:proofErr w:type="spellStart"/>
      <w:r w:rsidR="00986646" w:rsidRPr="00CD695F">
        <w:rPr>
          <w:rFonts w:ascii="Arial" w:hAnsi="Arial"/>
          <w:sz w:val="20"/>
        </w:rPr>
        <w:t>Mr</w:t>
      </w:r>
      <w:proofErr w:type="spellEnd"/>
      <w:r w:rsidR="00986646" w:rsidRPr="00CD695F">
        <w:rPr>
          <w:rFonts w:ascii="Arial" w:hAnsi="Arial"/>
          <w:sz w:val="20"/>
        </w:rPr>
        <w:t xml:space="preserve"> </w:t>
      </w:r>
      <w:r w:rsidR="00F57F95" w:rsidRPr="00CD695F">
        <w:rPr>
          <w:rFonts w:ascii="Arial" w:hAnsi="Arial"/>
          <w:sz w:val="20"/>
        </w:rPr>
        <w:t xml:space="preserve">Benoit </w:t>
      </w:r>
      <w:proofErr w:type="spellStart"/>
      <w:r w:rsidR="00414AAA">
        <w:rPr>
          <w:rFonts w:ascii="Arial" w:hAnsi="Arial"/>
          <w:sz w:val="20"/>
        </w:rPr>
        <w:t>Lafin</w:t>
      </w:r>
      <w:proofErr w:type="spellEnd"/>
      <w:r w:rsidRPr="00CD695F">
        <w:rPr>
          <w:rFonts w:ascii="Arial" w:hAnsi="Arial"/>
          <w:sz w:val="20"/>
        </w:rPr>
        <w:t xml:space="preserve">, </w:t>
      </w:r>
      <w:r w:rsidR="00F57F95" w:rsidRPr="00CD695F">
        <w:rPr>
          <w:rFonts w:ascii="Arial" w:hAnsi="Arial"/>
          <w:sz w:val="20"/>
        </w:rPr>
        <w:t>R&amp;D Manager</w:t>
      </w:r>
      <w:r w:rsidRPr="00CD695F">
        <w:rPr>
          <w:rFonts w:ascii="Arial" w:hAnsi="Arial"/>
          <w:sz w:val="20"/>
        </w:rPr>
        <w:t xml:space="preserve"> of NEXTIS. “Based on our long-standing collaboration in other projects using thermoplastic elastomers from KRAIBURG TPE, we decided to partner with them again in taking this demanding part design into reality. Their material expertise and support helped us to speed up the development process</w:t>
      </w:r>
      <w:r w:rsidR="00986646" w:rsidRPr="00CD695F">
        <w:rPr>
          <w:rFonts w:ascii="Arial" w:hAnsi="Arial"/>
          <w:sz w:val="20"/>
        </w:rPr>
        <w:t xml:space="preserve"> </w:t>
      </w:r>
      <w:r w:rsidRPr="00CD695F">
        <w:rPr>
          <w:rFonts w:ascii="Arial" w:hAnsi="Arial"/>
          <w:sz w:val="20"/>
        </w:rPr>
        <w:t>and maintain overall cost-efficiency. Beyond medical devices, the solution can also be used for similar covers in industrial equipment, as well as in consumer and automotive electronics.”</w:t>
      </w:r>
    </w:p>
    <w:p w14:paraId="4A1295D7" w14:textId="77777777" w:rsidR="000846FB" w:rsidRPr="00CD695F" w:rsidRDefault="000846FB" w:rsidP="000846FB">
      <w:pPr>
        <w:keepLines/>
        <w:spacing w:after="0" w:line="360" w:lineRule="auto"/>
        <w:ind w:right="1701"/>
        <w:jc w:val="both"/>
        <w:rPr>
          <w:rFonts w:ascii="Arial" w:hAnsi="Arial"/>
          <w:sz w:val="20"/>
        </w:rPr>
      </w:pPr>
    </w:p>
    <w:p w14:paraId="460B3677" w14:textId="52294D86" w:rsidR="000846FB" w:rsidRPr="00CD695F" w:rsidRDefault="000846FB" w:rsidP="000846FB">
      <w:pPr>
        <w:keepLines/>
        <w:spacing w:after="0" w:line="360" w:lineRule="auto"/>
        <w:ind w:right="1701"/>
        <w:jc w:val="both"/>
        <w:rPr>
          <w:rFonts w:ascii="Arial" w:hAnsi="Arial"/>
          <w:sz w:val="20"/>
        </w:rPr>
      </w:pPr>
      <w:r w:rsidRPr="00CD695F">
        <w:rPr>
          <w:rFonts w:ascii="Arial" w:hAnsi="Arial"/>
          <w:sz w:val="20"/>
        </w:rPr>
        <w:lastRenderedPageBreak/>
        <w:t>The TPE compound selected for the articulated cover has proven to be a fit in many other soft-touch aesthetic and functional components. It offers excellent mechanical properties, such as high elongation at break and high tear resistance, as well as long-term dimensional stability, thanks to its low compression set.</w:t>
      </w:r>
    </w:p>
    <w:p w14:paraId="37355982" w14:textId="77777777" w:rsidR="000846FB" w:rsidRPr="00CD695F" w:rsidRDefault="000846FB" w:rsidP="000846FB">
      <w:pPr>
        <w:keepLines/>
        <w:spacing w:after="0" w:line="360" w:lineRule="auto"/>
        <w:ind w:right="1701"/>
        <w:jc w:val="both"/>
        <w:rPr>
          <w:rFonts w:ascii="Arial" w:hAnsi="Arial"/>
          <w:sz w:val="20"/>
        </w:rPr>
      </w:pPr>
    </w:p>
    <w:p w14:paraId="14B7A7BF" w14:textId="1749C784" w:rsidR="000846FB" w:rsidRPr="00CD695F" w:rsidRDefault="000846FB" w:rsidP="000846FB">
      <w:pPr>
        <w:keepLines/>
        <w:spacing w:after="0" w:line="360" w:lineRule="auto"/>
        <w:ind w:right="1701"/>
        <w:jc w:val="both"/>
        <w:rPr>
          <w:rFonts w:ascii="Arial" w:hAnsi="Arial"/>
          <w:sz w:val="20"/>
        </w:rPr>
      </w:pPr>
      <w:r w:rsidRPr="00CD695F">
        <w:rPr>
          <w:rFonts w:ascii="Arial" w:hAnsi="Arial"/>
          <w:sz w:val="20"/>
        </w:rPr>
        <w:t>Further key requirements to be met included high flowability for short cycle times in injection molding and finished-as-molded surface quality. In addition, the USB socket cover must provide and maintain good resistance against the attack of cleaners used in professional and medical environments, without causing embrittling or discoloration. The THERMOLAST</w:t>
      </w:r>
      <w:r w:rsidR="00CD695F" w:rsidRPr="00CD695F">
        <w:rPr>
          <w:rFonts w:ascii="Arial" w:hAnsi="Arial"/>
          <w:sz w:val="20"/>
          <w:vertAlign w:val="superscript"/>
        </w:rPr>
        <w:t>®</w:t>
      </w:r>
      <w:r w:rsidR="00656038" w:rsidRPr="00CD695F">
        <w:rPr>
          <w:rFonts w:ascii="Arial" w:hAnsi="Arial"/>
          <w:sz w:val="20"/>
        </w:rPr>
        <w:t xml:space="preserve"> </w:t>
      </w:r>
      <w:r w:rsidRPr="00CD695F">
        <w:rPr>
          <w:rFonts w:ascii="Arial" w:hAnsi="Arial"/>
          <w:sz w:val="20"/>
        </w:rPr>
        <w:t xml:space="preserve">compound is supplied in </w:t>
      </w:r>
      <w:r w:rsidR="00656038" w:rsidRPr="00CD695F">
        <w:rPr>
          <w:rFonts w:ascii="Arial" w:hAnsi="Arial"/>
          <w:sz w:val="20"/>
        </w:rPr>
        <w:t>opaque</w:t>
      </w:r>
      <w:r w:rsidRPr="00CD695F">
        <w:rPr>
          <w:rFonts w:ascii="Arial" w:hAnsi="Arial"/>
          <w:sz w:val="20"/>
        </w:rPr>
        <w:t xml:space="preserve"> color and blended on site with a black masterbatch when </w:t>
      </w:r>
      <w:r w:rsidR="00656038" w:rsidRPr="00CD695F">
        <w:rPr>
          <w:rFonts w:ascii="Arial" w:hAnsi="Arial"/>
          <w:sz w:val="20"/>
        </w:rPr>
        <w:t>injected</w:t>
      </w:r>
      <w:r w:rsidRPr="00CD695F">
        <w:rPr>
          <w:rFonts w:ascii="Arial" w:hAnsi="Arial"/>
          <w:sz w:val="20"/>
        </w:rPr>
        <w:t>. If required, the material can also be supplied in specific custom</w:t>
      </w:r>
      <w:r w:rsidR="00656038" w:rsidRPr="00CD695F">
        <w:rPr>
          <w:rFonts w:ascii="Arial" w:hAnsi="Arial"/>
          <w:sz w:val="20"/>
        </w:rPr>
        <w:t>ized</w:t>
      </w:r>
      <w:r w:rsidRPr="00CD695F">
        <w:rPr>
          <w:rFonts w:ascii="Arial" w:hAnsi="Arial"/>
          <w:sz w:val="20"/>
        </w:rPr>
        <w:t xml:space="preserve"> colors.</w:t>
      </w:r>
    </w:p>
    <w:p w14:paraId="64AB03DB" w14:textId="77777777" w:rsidR="000846FB" w:rsidRPr="00CD695F" w:rsidRDefault="000846FB" w:rsidP="000846FB">
      <w:pPr>
        <w:keepLines/>
        <w:spacing w:after="0" w:line="360" w:lineRule="auto"/>
        <w:ind w:right="1701"/>
        <w:jc w:val="both"/>
        <w:rPr>
          <w:rFonts w:ascii="Arial" w:hAnsi="Arial"/>
          <w:sz w:val="20"/>
        </w:rPr>
      </w:pPr>
    </w:p>
    <w:p w14:paraId="0FBFCE9D" w14:textId="77777777" w:rsidR="000846FB" w:rsidRPr="00CD695F" w:rsidRDefault="000846FB" w:rsidP="000846FB">
      <w:pPr>
        <w:keepLines/>
        <w:spacing w:after="0" w:line="360" w:lineRule="auto"/>
        <w:ind w:right="1701"/>
        <w:jc w:val="both"/>
        <w:rPr>
          <w:rFonts w:ascii="Arial" w:hAnsi="Arial"/>
          <w:sz w:val="20"/>
        </w:rPr>
      </w:pPr>
      <w:r w:rsidRPr="00CD695F">
        <w:rPr>
          <w:rFonts w:ascii="Arial" w:hAnsi="Arial"/>
          <w:sz w:val="20"/>
        </w:rPr>
        <w:t xml:space="preserve">“The USB port cover from NEXTIS is an outstanding example of a smooth collaboration between material and component suppliers within the medical engineering field,” adds Laurence Cassarino, Sales Representative at KRAIBURG TPE France. “We are pleased to be part of this success, </w:t>
      </w:r>
      <w:proofErr w:type="gramStart"/>
      <w:r w:rsidRPr="00CD695F">
        <w:rPr>
          <w:rFonts w:ascii="Arial" w:hAnsi="Arial"/>
          <w:sz w:val="20"/>
        </w:rPr>
        <w:t>in particular as</w:t>
      </w:r>
      <w:proofErr w:type="gramEnd"/>
      <w:r w:rsidRPr="00CD695F">
        <w:rPr>
          <w:rFonts w:ascii="Arial" w:hAnsi="Arial"/>
          <w:sz w:val="20"/>
        </w:rPr>
        <w:t xml:space="preserve"> the respirators on which the protective cover is used meet an urgent need in addressing the persisting coronavirus pandemic. Other current applications in healthcare utilizing our thermoplastic elastomers span from face masks and ventilator tubes, through to valves, connecting pieces, buttons and elastic straps.”</w:t>
      </w:r>
    </w:p>
    <w:p w14:paraId="4C661FA5" w14:textId="77777777" w:rsidR="000846FB" w:rsidRPr="00CD695F" w:rsidRDefault="000846FB" w:rsidP="000846FB">
      <w:pPr>
        <w:keepLines/>
        <w:spacing w:after="0" w:line="360" w:lineRule="auto"/>
        <w:ind w:right="1701"/>
        <w:jc w:val="both"/>
        <w:rPr>
          <w:rFonts w:ascii="Arial" w:hAnsi="Arial"/>
          <w:sz w:val="20"/>
        </w:rPr>
      </w:pPr>
    </w:p>
    <w:p w14:paraId="2E145112" w14:textId="77777777" w:rsidR="004B0E31" w:rsidRDefault="00656038" w:rsidP="001070A6">
      <w:pPr>
        <w:keepLines/>
        <w:spacing w:after="0" w:line="360" w:lineRule="auto"/>
        <w:ind w:right="1701"/>
        <w:jc w:val="both"/>
        <w:rPr>
          <w:rFonts w:ascii="Arial" w:hAnsi="Arial"/>
          <w:sz w:val="20"/>
        </w:rPr>
      </w:pPr>
      <w:r w:rsidRPr="00CD695F">
        <w:rPr>
          <w:rFonts w:ascii="Arial" w:hAnsi="Arial"/>
          <w:sz w:val="20"/>
        </w:rPr>
        <w:t xml:space="preserve">The </w:t>
      </w:r>
      <w:r w:rsidR="000846FB" w:rsidRPr="00CD695F">
        <w:rPr>
          <w:rFonts w:ascii="Arial" w:hAnsi="Arial"/>
          <w:sz w:val="20"/>
        </w:rPr>
        <w:t>THERMOLAST</w:t>
      </w:r>
      <w:r w:rsidR="00CD695F" w:rsidRPr="00CD695F">
        <w:rPr>
          <w:rFonts w:ascii="Arial" w:hAnsi="Arial"/>
          <w:sz w:val="20"/>
          <w:vertAlign w:val="superscript"/>
        </w:rPr>
        <w:t>®</w:t>
      </w:r>
      <w:r w:rsidR="000846FB" w:rsidRPr="00CD695F">
        <w:rPr>
          <w:rFonts w:ascii="Arial" w:hAnsi="Arial"/>
          <w:sz w:val="20"/>
        </w:rPr>
        <w:t xml:space="preserve"> </w:t>
      </w:r>
      <w:r w:rsidRPr="00CD695F">
        <w:rPr>
          <w:rFonts w:ascii="Arial" w:hAnsi="Arial"/>
          <w:sz w:val="20"/>
        </w:rPr>
        <w:t xml:space="preserve">range </w:t>
      </w:r>
      <w:r w:rsidR="000846FB" w:rsidRPr="00CD695F">
        <w:rPr>
          <w:rFonts w:ascii="Arial" w:hAnsi="Arial"/>
          <w:sz w:val="20"/>
        </w:rPr>
        <w:t>is available globally and can be easily recycled to meet the demands of enhanced sustainability in a circular plastics economy.</w:t>
      </w:r>
    </w:p>
    <w:p w14:paraId="6B422F1D" w14:textId="2A58DC9E" w:rsidR="00B517A4" w:rsidRPr="00CD695F" w:rsidRDefault="00897321" w:rsidP="001070A6">
      <w:pPr>
        <w:keepLines/>
        <w:spacing w:after="0" w:line="360" w:lineRule="auto"/>
        <w:ind w:right="1701"/>
        <w:jc w:val="both"/>
        <w:rPr>
          <w:rFonts w:ascii="Arial" w:hAnsi="Arial" w:cs="Arial"/>
          <w:noProof/>
          <w:color w:val="000000" w:themeColor="text1"/>
          <w:sz w:val="20"/>
          <w:lang w:val="en-GB" w:eastAsia="zh-CN" w:bidi="ar-SA"/>
        </w:rPr>
      </w:pPr>
      <w:r w:rsidRPr="00CD695F">
        <w:rPr>
          <w:noProof/>
        </w:rPr>
        <w:lastRenderedPageBreak/>
        <w:drawing>
          <wp:inline distT="0" distB="0" distL="0" distR="0" wp14:anchorId="724A4DE6" wp14:editId="24325217">
            <wp:extent cx="5310505" cy="2821206"/>
            <wp:effectExtent l="0" t="0" r="4445" b="0"/>
            <wp:docPr id="4" name="Image 4" descr="Coronavirus : 8 500 respirateurs produits... pour ri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onavirus : 8 500 respirateurs produits... pour rien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0505" cy="2821206"/>
                    </a:xfrm>
                    <a:prstGeom prst="rect">
                      <a:avLst/>
                    </a:prstGeom>
                    <a:noFill/>
                    <a:ln>
                      <a:noFill/>
                    </a:ln>
                  </pic:spPr>
                </pic:pic>
              </a:graphicData>
            </a:graphic>
          </wp:inline>
        </w:drawing>
      </w:r>
      <w:r w:rsidR="00862FDF" w:rsidRPr="00CD695F">
        <w:rPr>
          <w:noProof/>
          <w:lang w:eastAsia="fr-FR"/>
        </w:rPr>
        <w:drawing>
          <wp:inline distT="0" distB="0" distL="0" distR="0" wp14:anchorId="4A2F6C9E" wp14:editId="47F11798">
            <wp:extent cx="3400425" cy="1276350"/>
            <wp:effectExtent l="0" t="0" r="952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3400425" cy="1276350"/>
                    </a:xfrm>
                    <a:prstGeom prst="rect">
                      <a:avLst/>
                    </a:prstGeom>
                    <a:noFill/>
                    <a:ln>
                      <a:noFill/>
                    </a:ln>
                  </pic:spPr>
                </pic:pic>
              </a:graphicData>
            </a:graphic>
          </wp:inline>
        </w:drawing>
      </w:r>
    </w:p>
    <w:p w14:paraId="7C76A327" w14:textId="77777777" w:rsidR="00862FDF" w:rsidRPr="00CD695F" w:rsidRDefault="00862FDF" w:rsidP="00B517A4">
      <w:pPr>
        <w:keepNext/>
        <w:keepLines/>
        <w:spacing w:after="0" w:line="360" w:lineRule="auto"/>
        <w:ind w:right="1701"/>
        <w:jc w:val="both"/>
        <w:rPr>
          <w:rFonts w:ascii="Arial" w:hAnsi="Arial" w:cs="Arial"/>
          <w:color w:val="000000" w:themeColor="text1"/>
          <w:sz w:val="20"/>
        </w:rPr>
      </w:pPr>
    </w:p>
    <w:p w14:paraId="65166F2F" w14:textId="6A892747" w:rsidR="000846FB" w:rsidRPr="00CD695F" w:rsidRDefault="000846FB" w:rsidP="0015476C">
      <w:pPr>
        <w:keepLines/>
        <w:spacing w:after="0" w:line="360" w:lineRule="auto"/>
        <w:ind w:right="1701"/>
        <w:jc w:val="both"/>
        <w:rPr>
          <w:rFonts w:ascii="Arial" w:hAnsi="Arial"/>
          <w:color w:val="000000" w:themeColor="text1"/>
          <w:sz w:val="20"/>
        </w:rPr>
      </w:pPr>
      <w:r w:rsidRPr="00CD695F">
        <w:rPr>
          <w:rFonts w:ascii="Arial" w:hAnsi="Arial"/>
          <w:color w:val="000000" w:themeColor="text1"/>
          <w:sz w:val="20"/>
        </w:rPr>
        <w:t xml:space="preserve">Soft and resilient: </w:t>
      </w:r>
      <w:bookmarkStart w:id="0" w:name="_Hlk42667177"/>
      <w:r w:rsidRPr="00CD695F">
        <w:rPr>
          <w:rFonts w:ascii="Arial" w:hAnsi="Arial"/>
          <w:color w:val="000000" w:themeColor="text1"/>
          <w:sz w:val="20"/>
        </w:rPr>
        <w:t xml:space="preserve">USB socket protection on </w:t>
      </w:r>
      <w:r w:rsidR="00DC58B2" w:rsidRPr="00CD695F">
        <w:rPr>
          <w:rFonts w:ascii="Arial" w:hAnsi="Arial"/>
          <w:color w:val="000000" w:themeColor="text1"/>
          <w:sz w:val="20"/>
        </w:rPr>
        <w:t>Osiris</w:t>
      </w:r>
      <w:r w:rsidRPr="00CD695F">
        <w:rPr>
          <w:rFonts w:ascii="Arial" w:hAnsi="Arial"/>
          <w:color w:val="000000" w:themeColor="text1"/>
          <w:sz w:val="20"/>
        </w:rPr>
        <w:t xml:space="preserve"> respiratory device from </w:t>
      </w:r>
      <w:r w:rsidR="00DC58B2" w:rsidRPr="00CD695F">
        <w:rPr>
          <w:rFonts w:ascii="Arial" w:hAnsi="Arial"/>
          <w:color w:val="000000" w:themeColor="text1"/>
          <w:sz w:val="20"/>
        </w:rPr>
        <w:t>Air Liquide Medical Systems (ALMS)</w:t>
      </w:r>
      <w:r w:rsidRPr="00CD695F">
        <w:rPr>
          <w:rFonts w:ascii="Arial" w:hAnsi="Arial"/>
          <w:color w:val="000000" w:themeColor="text1"/>
          <w:sz w:val="20"/>
        </w:rPr>
        <w:t xml:space="preserve">. Developed in close collaboration with KRAIBURG TPE, the articulated component is molded by NEXTIS in a proven </w:t>
      </w:r>
      <w:r w:rsidR="002271EA" w:rsidRPr="00CD695F">
        <w:rPr>
          <w:rFonts w:ascii="Arial" w:hAnsi="Arial"/>
          <w:color w:val="000000" w:themeColor="text1"/>
          <w:sz w:val="20"/>
        </w:rPr>
        <w:t>THERMOLAST</w:t>
      </w:r>
      <w:r w:rsidR="002271EA" w:rsidRPr="00CD695F">
        <w:rPr>
          <w:rFonts w:ascii="Arial" w:hAnsi="Arial"/>
          <w:color w:val="000000" w:themeColor="text1"/>
          <w:sz w:val="20"/>
          <w:vertAlign w:val="superscript"/>
        </w:rPr>
        <w:t>®</w:t>
      </w:r>
      <w:r w:rsidRPr="00CD695F">
        <w:rPr>
          <w:rFonts w:ascii="Arial" w:hAnsi="Arial"/>
          <w:color w:val="000000" w:themeColor="text1"/>
          <w:sz w:val="20"/>
        </w:rPr>
        <w:t xml:space="preserve"> compound, which delivers a perfect balance of durable mechanical properties and aesthetics, ease of injection molding and reliable resistance against professional cleaners.</w:t>
      </w:r>
    </w:p>
    <w:p w14:paraId="28B43D76" w14:textId="22FC496A" w:rsidR="00B517A4" w:rsidRPr="00CD695F" w:rsidRDefault="00B517A4" w:rsidP="0015476C">
      <w:pPr>
        <w:keepLines/>
        <w:spacing w:after="0" w:line="360" w:lineRule="auto"/>
        <w:ind w:right="1701"/>
        <w:jc w:val="both"/>
        <w:rPr>
          <w:rFonts w:ascii="Arial" w:hAnsi="Arial"/>
          <w:color w:val="000000" w:themeColor="text1"/>
          <w:sz w:val="20"/>
        </w:rPr>
      </w:pPr>
      <w:r w:rsidRPr="00CD695F">
        <w:rPr>
          <w:rFonts w:ascii="Arial" w:hAnsi="Arial"/>
          <w:color w:val="000000" w:themeColor="text1"/>
          <w:sz w:val="20"/>
        </w:rPr>
        <w:t>(</w:t>
      </w:r>
      <w:r w:rsidR="0015476C" w:rsidRPr="00CD695F">
        <w:rPr>
          <w:rFonts w:ascii="Arial" w:hAnsi="Arial"/>
          <w:color w:val="000000" w:themeColor="text1"/>
          <w:sz w:val="20"/>
        </w:rPr>
        <w:t>Image</w:t>
      </w:r>
      <w:r w:rsidRPr="00CD695F">
        <w:rPr>
          <w:rFonts w:ascii="Arial" w:hAnsi="Arial"/>
          <w:color w:val="000000" w:themeColor="text1"/>
          <w:sz w:val="20"/>
        </w:rPr>
        <w:t xml:space="preserve">: </w:t>
      </w:r>
      <w:r w:rsidR="00DC58B2" w:rsidRPr="00CD695F">
        <w:rPr>
          <w:rFonts w:ascii="Arial" w:hAnsi="Arial"/>
          <w:color w:val="000000" w:themeColor="text1"/>
          <w:sz w:val="20"/>
        </w:rPr>
        <w:t>Air Liquide Medical Systems (ALMS)</w:t>
      </w:r>
      <w:r w:rsidRPr="00CD695F">
        <w:rPr>
          <w:rFonts w:ascii="Arial" w:hAnsi="Arial"/>
          <w:color w:val="000000" w:themeColor="text1"/>
          <w:sz w:val="20"/>
        </w:rPr>
        <w:t>)</w:t>
      </w:r>
    </w:p>
    <w:bookmarkEnd w:id="0"/>
    <w:p w14:paraId="25A6941D" w14:textId="77777777" w:rsidR="00B517A4" w:rsidRPr="00CD695F" w:rsidRDefault="00B517A4" w:rsidP="00B71FAC">
      <w:pPr>
        <w:keepLines/>
        <w:spacing w:after="0" w:line="360" w:lineRule="auto"/>
        <w:ind w:right="1701"/>
        <w:jc w:val="both"/>
        <w:rPr>
          <w:rFonts w:ascii="Arial" w:hAnsi="Arial" w:cs="Arial"/>
          <w:sz w:val="20"/>
          <w:szCs w:val="20"/>
        </w:rPr>
      </w:pPr>
    </w:p>
    <w:p w14:paraId="028CD183" w14:textId="77777777" w:rsidR="00B517A4" w:rsidRPr="00CD695F" w:rsidRDefault="00B517A4">
      <w:pPr>
        <w:rPr>
          <w:rFonts w:ascii="Arial" w:hAnsi="Arial" w:cs="Arial"/>
          <w:b/>
          <w:color w:val="000000"/>
          <w:sz w:val="21"/>
          <w:szCs w:val="21"/>
        </w:rPr>
      </w:pPr>
      <w:r w:rsidRPr="00CD695F">
        <w:rPr>
          <w:rFonts w:ascii="Arial" w:hAnsi="Arial" w:cs="Arial"/>
          <w:b/>
          <w:color w:val="000000"/>
          <w:sz w:val="21"/>
          <w:szCs w:val="21"/>
        </w:rPr>
        <w:br w:type="page"/>
      </w:r>
    </w:p>
    <w:p w14:paraId="6F4E522C" w14:textId="77777777" w:rsidR="00FA13B7" w:rsidRPr="00CD695F" w:rsidRDefault="00B71FAC" w:rsidP="00B71FAC">
      <w:pPr>
        <w:keepLines/>
        <w:spacing w:after="0" w:line="360" w:lineRule="auto"/>
        <w:ind w:right="1701"/>
        <w:jc w:val="both"/>
        <w:rPr>
          <w:rFonts w:ascii="Arial" w:hAnsi="Arial" w:cs="Arial"/>
          <w:b/>
          <w:color w:val="000000"/>
          <w:sz w:val="21"/>
          <w:szCs w:val="21"/>
        </w:rPr>
      </w:pPr>
      <w:r w:rsidRPr="00CD695F">
        <w:rPr>
          <w:rFonts w:ascii="Arial" w:hAnsi="Arial" w:cs="Arial"/>
          <w:b/>
          <w:color w:val="000000"/>
          <w:sz w:val="21"/>
          <w:szCs w:val="21"/>
        </w:rPr>
        <w:lastRenderedPageBreak/>
        <w:t>About KRAIBURG TPE</w:t>
      </w:r>
    </w:p>
    <w:p w14:paraId="2AB35C0C" w14:textId="77777777" w:rsidR="000846FB" w:rsidRPr="00CD695F" w:rsidRDefault="00110663" w:rsidP="00B517A4">
      <w:pPr>
        <w:spacing w:after="0" w:line="360" w:lineRule="auto"/>
        <w:ind w:right="1701"/>
        <w:jc w:val="both"/>
        <w:rPr>
          <w:rFonts w:ascii="Arial" w:hAnsi="Arial" w:cs="Arial"/>
          <w:color w:val="000000" w:themeColor="text1"/>
          <w:sz w:val="20"/>
        </w:rPr>
      </w:pPr>
      <w:r w:rsidRPr="00CD695F">
        <w:rPr>
          <w:rFonts w:ascii="Arial" w:hAnsi="Arial" w:cs="Arial"/>
          <w:color w:val="000000" w:themeColor="text1"/>
          <w:sz w:val="20"/>
        </w:rPr>
        <w:t>KRAIBURG TPE (</w:t>
      </w:r>
      <w:hyperlink r:id="rId14" w:history="1">
        <w:r w:rsidRPr="00CD695F">
          <w:rPr>
            <w:rStyle w:val="Hyperlink"/>
            <w:rFonts w:ascii="Arial" w:hAnsi="Arial" w:cs="Arial"/>
            <w:sz w:val="20"/>
          </w:rPr>
          <w:t>www.kraiburg-tpe.com</w:t>
        </w:r>
      </w:hyperlink>
      <w:r w:rsidRPr="00CD695F">
        <w:rPr>
          <w:rFonts w:ascii="Arial" w:hAnsi="Arial" w:cs="Arial"/>
          <w:color w:val="000000" w:themeColor="text1"/>
          <w:sz w:val="20"/>
        </w:rPr>
        <w:t>) is a global manufacturer of thermoplastic elastomers. From its beginning in 2001 as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for the strictly regulated medical sectors. The established THERMOLAST</w:t>
      </w:r>
      <w:r w:rsidRPr="00CD695F">
        <w:rPr>
          <w:rFonts w:ascii="Arial" w:hAnsi="Arial" w:cs="Arial"/>
          <w:color w:val="000000" w:themeColor="text1"/>
          <w:sz w:val="20"/>
          <w:vertAlign w:val="superscript"/>
        </w:rPr>
        <w:t>®</w:t>
      </w:r>
      <w:r w:rsidRPr="00CD695F">
        <w:rPr>
          <w:rFonts w:ascii="Arial" w:hAnsi="Arial" w:cs="Arial"/>
          <w:color w:val="000000" w:themeColor="text1"/>
          <w:sz w:val="20"/>
        </w:rPr>
        <w:t>, COPEC</w:t>
      </w:r>
      <w:r w:rsidRPr="00CD695F">
        <w:rPr>
          <w:rFonts w:ascii="Arial" w:hAnsi="Arial" w:cs="Arial"/>
          <w:color w:val="000000" w:themeColor="text1"/>
          <w:sz w:val="20"/>
          <w:vertAlign w:val="superscript"/>
        </w:rPr>
        <w:t>®</w:t>
      </w:r>
      <w:r w:rsidRPr="00CD695F">
        <w:rPr>
          <w:rFonts w:ascii="Arial" w:hAnsi="Arial" w:cs="Arial"/>
          <w:color w:val="000000" w:themeColor="text1"/>
          <w:sz w:val="20"/>
        </w:rPr>
        <w:t>, HIPEX</w:t>
      </w:r>
      <w:r w:rsidRPr="00CD695F">
        <w:rPr>
          <w:rFonts w:ascii="Arial" w:hAnsi="Arial" w:cs="Arial"/>
          <w:color w:val="000000" w:themeColor="text1"/>
          <w:sz w:val="20"/>
          <w:vertAlign w:val="superscript"/>
        </w:rPr>
        <w:t>®</w:t>
      </w:r>
      <w:r w:rsidRPr="00CD695F">
        <w:rPr>
          <w:rFonts w:ascii="Arial" w:hAnsi="Arial" w:cs="Arial"/>
          <w:color w:val="000000" w:themeColor="text1"/>
          <w:sz w:val="20"/>
        </w:rPr>
        <w:t xml:space="preserve">, and </w:t>
      </w:r>
    </w:p>
    <w:p w14:paraId="3DDEFEB8" w14:textId="77777777" w:rsidR="00B71FAC" w:rsidRPr="00CD695F" w:rsidRDefault="00110663" w:rsidP="00B517A4">
      <w:pPr>
        <w:spacing w:after="0" w:line="360" w:lineRule="auto"/>
        <w:ind w:right="1701"/>
        <w:jc w:val="both"/>
        <w:rPr>
          <w:rFonts w:ascii="Arial" w:hAnsi="Arial" w:cs="Arial"/>
          <w:color w:val="000000" w:themeColor="text1"/>
          <w:sz w:val="20"/>
        </w:rPr>
      </w:pPr>
      <w:r w:rsidRPr="00CD695F">
        <w:rPr>
          <w:rFonts w:ascii="Arial" w:hAnsi="Arial" w:cs="Arial"/>
          <w:color w:val="000000" w:themeColor="text1"/>
          <w:sz w:val="20"/>
        </w:rPr>
        <w:t>For Tec E</w:t>
      </w:r>
      <w:r w:rsidRPr="00CD695F">
        <w:rPr>
          <w:rFonts w:ascii="Arial" w:hAnsi="Arial" w:cs="Arial"/>
          <w:color w:val="000000" w:themeColor="text1"/>
          <w:sz w:val="20"/>
          <w:vertAlign w:val="superscript"/>
        </w:rPr>
        <w:t>®</w:t>
      </w:r>
      <w:r w:rsidRPr="00CD695F">
        <w:rPr>
          <w:rFonts w:ascii="Arial" w:hAnsi="Arial" w:cs="Arial"/>
          <w:color w:val="000000" w:themeColor="text1"/>
          <w:sz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2019, KRAIBURG TPE, with over 645 worldwide employees, generated sales of 190 million euros.</w:t>
      </w:r>
    </w:p>
    <w:p w14:paraId="2EDEA1D3" w14:textId="77777777" w:rsidR="00DC32CA" w:rsidRPr="00CD695F" w:rsidRDefault="00DC32CA" w:rsidP="00146E7E">
      <w:pPr>
        <w:keepLines/>
        <w:spacing w:after="0" w:line="360" w:lineRule="auto"/>
        <w:ind w:right="1701"/>
        <w:jc w:val="both"/>
        <w:rPr>
          <w:rFonts w:ascii="Arial" w:hAnsi="Arial"/>
          <w:color w:val="000000" w:themeColor="text1"/>
          <w:sz w:val="20"/>
        </w:rPr>
      </w:pPr>
    </w:p>
    <w:p w14:paraId="2DF2F259" w14:textId="77777777" w:rsidR="000846FB" w:rsidRPr="00CD695F" w:rsidRDefault="000846FB" w:rsidP="000846FB">
      <w:pPr>
        <w:keepLines/>
        <w:spacing w:after="0" w:line="360" w:lineRule="auto"/>
        <w:ind w:right="1701"/>
        <w:jc w:val="both"/>
        <w:rPr>
          <w:rFonts w:ascii="Arial" w:hAnsi="Arial" w:cs="Arial"/>
          <w:b/>
          <w:color w:val="000000"/>
          <w:sz w:val="21"/>
          <w:szCs w:val="21"/>
        </w:rPr>
      </w:pPr>
      <w:r w:rsidRPr="00CD695F">
        <w:rPr>
          <w:rFonts w:ascii="Arial" w:hAnsi="Arial" w:cs="Arial"/>
          <w:b/>
          <w:color w:val="000000"/>
          <w:sz w:val="21"/>
          <w:szCs w:val="21"/>
        </w:rPr>
        <w:t>About NEXTIS</w:t>
      </w:r>
    </w:p>
    <w:p w14:paraId="5C47F9E0" w14:textId="6970C699" w:rsidR="000846FB" w:rsidRPr="00CD695F" w:rsidRDefault="000846FB" w:rsidP="000846FB">
      <w:pPr>
        <w:keepLines/>
        <w:spacing w:after="0" w:line="360" w:lineRule="auto"/>
        <w:ind w:right="1701"/>
        <w:jc w:val="both"/>
        <w:rPr>
          <w:rFonts w:ascii="Arial" w:hAnsi="Arial" w:cs="Arial"/>
          <w:color w:val="000000" w:themeColor="text1"/>
          <w:sz w:val="20"/>
        </w:rPr>
      </w:pPr>
      <w:r w:rsidRPr="00CD695F">
        <w:rPr>
          <w:rFonts w:ascii="Arial" w:hAnsi="Arial" w:cs="Arial"/>
          <w:color w:val="000000" w:themeColor="text1"/>
          <w:sz w:val="20"/>
        </w:rPr>
        <w:t>NEXTIS SAS (</w:t>
      </w:r>
      <w:hyperlink r:id="rId15" w:history="1">
        <w:r w:rsidRPr="00CD695F">
          <w:rPr>
            <w:rStyle w:val="Hyperlink"/>
            <w:rFonts w:ascii="Arial" w:hAnsi="Arial" w:cs="Arial"/>
            <w:sz w:val="20"/>
          </w:rPr>
          <w:t>www.nextis.fr</w:t>
        </w:r>
      </w:hyperlink>
      <w:r w:rsidRPr="00CD695F">
        <w:rPr>
          <w:rFonts w:ascii="Arial" w:hAnsi="Arial" w:cs="Arial"/>
          <w:color w:val="000000" w:themeColor="text1"/>
          <w:sz w:val="20"/>
        </w:rPr>
        <w:t xml:space="preserve">), headquartered at </w:t>
      </w:r>
      <w:proofErr w:type="spellStart"/>
      <w:r w:rsidR="00F57F95" w:rsidRPr="00CD695F">
        <w:rPr>
          <w:rFonts w:ascii="Arial" w:hAnsi="Arial" w:cs="Arial"/>
          <w:color w:val="000000" w:themeColor="text1"/>
          <w:sz w:val="20"/>
        </w:rPr>
        <w:t>Demigny</w:t>
      </w:r>
      <w:proofErr w:type="spellEnd"/>
      <w:r w:rsidRPr="00CD695F">
        <w:rPr>
          <w:rFonts w:ascii="Arial" w:hAnsi="Arial" w:cs="Arial"/>
          <w:color w:val="000000" w:themeColor="text1"/>
          <w:sz w:val="20"/>
        </w:rPr>
        <w:t xml:space="preserve"> (France) along the axis of Paris–Lyon–Marseille, specializes in the design, injection molding, extrusion</w:t>
      </w:r>
      <w:r w:rsidR="00F57F95" w:rsidRPr="00CD695F">
        <w:rPr>
          <w:rFonts w:ascii="Arial" w:hAnsi="Arial" w:cs="Arial"/>
          <w:color w:val="000000" w:themeColor="text1"/>
          <w:sz w:val="20"/>
        </w:rPr>
        <w:t xml:space="preserve">, extrusion blow molding </w:t>
      </w:r>
      <w:r w:rsidRPr="00CD695F">
        <w:rPr>
          <w:rFonts w:ascii="Arial" w:hAnsi="Arial" w:cs="Arial"/>
          <w:color w:val="000000" w:themeColor="text1"/>
          <w:sz w:val="20"/>
        </w:rPr>
        <w:t xml:space="preserve">and assembly of thermoplastic components. The company is a pan-European market leader in the production of tubes and technical profiles made of polyurethane. NEXTIS is part of the </w:t>
      </w:r>
      <w:proofErr w:type="spellStart"/>
      <w:r w:rsidRPr="00CD695F">
        <w:rPr>
          <w:rFonts w:ascii="Arial" w:hAnsi="Arial" w:cs="Arial"/>
          <w:color w:val="000000" w:themeColor="text1"/>
          <w:sz w:val="20"/>
        </w:rPr>
        <w:t>Allizé</w:t>
      </w:r>
      <w:proofErr w:type="spellEnd"/>
      <w:r w:rsidRPr="00CD695F">
        <w:rPr>
          <w:rFonts w:ascii="Arial" w:hAnsi="Arial" w:cs="Arial"/>
          <w:color w:val="000000" w:themeColor="text1"/>
          <w:sz w:val="20"/>
        </w:rPr>
        <w:t xml:space="preserve"> Plastic Burgundy network for research, know-how, green </w:t>
      </w:r>
      <w:proofErr w:type="gramStart"/>
      <w:r w:rsidRPr="00CD695F">
        <w:rPr>
          <w:rFonts w:ascii="Arial" w:hAnsi="Arial" w:cs="Arial"/>
          <w:color w:val="000000" w:themeColor="text1"/>
          <w:sz w:val="20"/>
        </w:rPr>
        <w:t>design</w:t>
      </w:r>
      <w:proofErr w:type="gramEnd"/>
      <w:r w:rsidRPr="00CD695F">
        <w:rPr>
          <w:rFonts w:ascii="Arial" w:hAnsi="Arial" w:cs="Arial"/>
          <w:color w:val="000000" w:themeColor="text1"/>
          <w:sz w:val="20"/>
        </w:rPr>
        <w:t xml:space="preserve"> and training. Its operations are certified to ISO 9001:2008 (QM) and ISO 13485 (Medical).</w:t>
      </w:r>
    </w:p>
    <w:p w14:paraId="5049F365" w14:textId="77777777" w:rsidR="000846FB" w:rsidRPr="00CD695F" w:rsidRDefault="000846FB" w:rsidP="000846FB">
      <w:pPr>
        <w:keepLines/>
        <w:spacing w:after="0" w:line="360" w:lineRule="auto"/>
        <w:ind w:right="1701"/>
        <w:jc w:val="both"/>
        <w:rPr>
          <w:rFonts w:ascii="Arial" w:hAnsi="Arial"/>
          <w:color w:val="000000" w:themeColor="text1"/>
          <w:sz w:val="20"/>
        </w:rPr>
      </w:pPr>
    </w:p>
    <w:p w14:paraId="0CD11712" w14:textId="77777777" w:rsidR="00DC32CA" w:rsidRPr="00CD695F" w:rsidRDefault="00DC32CA" w:rsidP="00DC32CA">
      <w:pPr>
        <w:keepLines/>
        <w:spacing w:after="0" w:line="360" w:lineRule="auto"/>
        <w:ind w:right="1701"/>
        <w:rPr>
          <w:rFonts w:ascii="Arial" w:hAnsi="Arial" w:cs="Arial"/>
          <w:color w:val="000000" w:themeColor="text1"/>
          <w:sz w:val="20"/>
        </w:rPr>
      </w:pPr>
      <w:r w:rsidRPr="00CD695F">
        <w:rPr>
          <w:rFonts w:ascii="Arial" w:hAnsi="Arial" w:cs="Arial"/>
          <w:color w:val="000000" w:themeColor="text1"/>
          <w:sz w:val="20"/>
        </w:rPr>
        <w:t xml:space="preserve">This press release and relevant photography can be downloaded from </w:t>
      </w:r>
      <w:hyperlink r:id="rId16" w:history="1">
        <w:r w:rsidRPr="00CD695F">
          <w:rPr>
            <w:rStyle w:val="Hyperlink"/>
            <w:rFonts w:ascii="Arial" w:hAnsi="Arial" w:cs="Arial"/>
            <w:sz w:val="20"/>
          </w:rPr>
          <w:t>www.PressReleaseFinder.com</w:t>
        </w:r>
      </w:hyperlink>
      <w:r w:rsidRPr="00CD695F">
        <w:rPr>
          <w:rFonts w:ascii="Arial" w:hAnsi="Arial" w:cs="Arial"/>
          <w:color w:val="000000" w:themeColor="text1"/>
          <w:sz w:val="20"/>
        </w:rPr>
        <w:t>.</w:t>
      </w:r>
    </w:p>
    <w:p w14:paraId="4C6EC895" w14:textId="77777777" w:rsidR="00DC32CA" w:rsidRDefault="00DC32CA" w:rsidP="00DC32CA">
      <w:pPr>
        <w:keepLines/>
        <w:spacing w:after="0" w:line="360" w:lineRule="auto"/>
        <w:ind w:right="1701"/>
        <w:rPr>
          <w:rFonts w:ascii="Arial" w:hAnsi="Arial" w:cs="Arial"/>
          <w:color w:val="000000" w:themeColor="text1"/>
          <w:sz w:val="20"/>
        </w:rPr>
      </w:pPr>
      <w:r w:rsidRPr="00CD695F">
        <w:rPr>
          <w:rFonts w:ascii="Arial" w:hAnsi="Arial" w:cs="Arial"/>
          <w:color w:val="000000" w:themeColor="text1"/>
          <w:sz w:val="20"/>
        </w:rPr>
        <w:t>Alternatively for very high resolution pictures please contact Siria Nielsen (</w:t>
      </w:r>
      <w:hyperlink r:id="rId17" w:history="1">
        <w:r w:rsidR="002A4AA7" w:rsidRPr="00CD695F">
          <w:rPr>
            <w:rStyle w:val="Hyperlink"/>
            <w:rFonts w:ascii="Arial" w:hAnsi="Arial" w:cs="Arial"/>
            <w:sz w:val="20"/>
          </w:rPr>
          <w:t>snielsen@emg-marcom.com</w:t>
        </w:r>
      </w:hyperlink>
      <w:r w:rsidRPr="00CD695F">
        <w:rPr>
          <w:rFonts w:ascii="Arial" w:hAnsi="Arial" w:cs="Arial"/>
          <w:color w:val="000000" w:themeColor="text1"/>
          <w:sz w:val="20"/>
        </w:rPr>
        <w:t>, +31 164 317 036)</w:t>
      </w:r>
      <w:r w:rsidR="00393332" w:rsidRPr="00CD695F">
        <w:rPr>
          <w:rFonts w:ascii="Arial" w:hAnsi="Arial" w:cs="Arial"/>
          <w:color w:val="000000" w:themeColor="text1"/>
          <w:sz w:val="20"/>
        </w:rPr>
        <w:t>.</w:t>
      </w:r>
    </w:p>
    <w:sectPr w:rsidR="00DC32CA" w:rsidSect="00F125F3">
      <w:headerReference w:type="default" r:id="rId18"/>
      <w:headerReference w:type="first" r:id="rId19"/>
      <w:footerReference w:type="first" r:id="rId2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1C23DA" w14:textId="77777777" w:rsidR="00265CFF" w:rsidRDefault="00265CFF" w:rsidP="00784C57">
      <w:pPr>
        <w:spacing w:after="0" w:line="240" w:lineRule="auto"/>
      </w:pPr>
      <w:r>
        <w:separator/>
      </w:r>
    </w:p>
  </w:endnote>
  <w:endnote w:type="continuationSeparator" w:id="0">
    <w:p w14:paraId="15BC2EFC" w14:textId="77777777" w:rsidR="00265CFF" w:rsidRDefault="00265CF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3438B"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2056CC" w14:textId="77777777" w:rsidR="00265CFF" w:rsidRDefault="00265CFF" w:rsidP="00784C57">
      <w:pPr>
        <w:spacing w:after="0" w:line="240" w:lineRule="auto"/>
      </w:pPr>
      <w:r>
        <w:separator/>
      </w:r>
    </w:p>
  </w:footnote>
  <w:footnote w:type="continuationSeparator" w:id="0">
    <w:p w14:paraId="27D93A78" w14:textId="77777777" w:rsidR="00265CFF" w:rsidRDefault="00265CF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F219F9" w14:textId="77777777" w:rsidR="00502615" w:rsidRPr="00502615" w:rsidRDefault="00502615" w:rsidP="00502615">
    <w:pPr>
      <w:pStyle w:val="Kopfzeile"/>
      <w:tabs>
        <w:tab w:val="clear" w:pos="4703"/>
        <w:tab w:val="clear" w:pos="9406"/>
      </w:tabs>
      <w:spacing w:before="1440"/>
      <w:rPr>
        <w:rFonts w:ascii="Arial" w:hAnsi="Arial" w:cs="Arial"/>
        <w:sz w:val="20"/>
        <w:szCs w:val="20"/>
      </w:rPr>
    </w:pPr>
    <w:r>
      <w:rPr>
        <w:rFonts w:ascii="Arial" w:hAnsi="Arial" w:cs="Arial"/>
        <w:noProof/>
        <w:sz w:val="20"/>
        <w:szCs w:val="20"/>
        <w:lang w:eastAsia="zh-CN" w:bidi="ar-SA"/>
      </w:rPr>
      <w:drawing>
        <wp:anchor distT="0" distB="0" distL="114300" distR="114300" simplePos="0" relativeHeight="251660288" behindDoc="0" locked="0" layoutInCell="1" allowOverlap="1" wp14:anchorId="72860ED3" wp14:editId="1BF39889">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02615" w14:paraId="510652EC" w14:textId="77777777" w:rsidTr="00502615">
      <w:tc>
        <w:tcPr>
          <w:tcW w:w="6912" w:type="dxa"/>
        </w:tcPr>
        <w:p w14:paraId="2DDB41C5" w14:textId="77777777" w:rsidR="00502615" w:rsidRPr="00502615" w:rsidRDefault="00502615" w:rsidP="00AF662E">
          <w:pPr>
            <w:spacing w:after="0" w:line="360" w:lineRule="auto"/>
            <w:jc w:val="both"/>
            <w:rPr>
              <w:rFonts w:ascii="Arial" w:hAnsi="Arial" w:cs="Arial"/>
              <w:b/>
              <w:bCs/>
              <w:color w:val="365F91"/>
              <w:sz w:val="40"/>
              <w:szCs w:val="40"/>
            </w:rPr>
          </w:pPr>
          <w:r>
            <w:rPr>
              <w:rFonts w:ascii="Arial" w:hAnsi="Arial"/>
              <w:b/>
              <w:color w:val="365F91"/>
              <w:sz w:val="40"/>
            </w:rPr>
            <w:t>Press release</w:t>
          </w:r>
        </w:p>
        <w:p w14:paraId="4F76F403" w14:textId="584918B8" w:rsidR="00B142D6" w:rsidRPr="00B142D6" w:rsidRDefault="002271EA" w:rsidP="00B142D6">
          <w:pPr>
            <w:spacing w:after="0" w:line="360" w:lineRule="auto"/>
            <w:jc w:val="both"/>
            <w:rPr>
              <w:rFonts w:ascii="Arial" w:hAnsi="Arial" w:cs="Arial"/>
              <w:b/>
              <w:bCs/>
              <w:sz w:val="16"/>
              <w:szCs w:val="16"/>
            </w:rPr>
          </w:pPr>
          <w:r w:rsidRPr="00CD695F">
            <w:rPr>
              <w:rFonts w:ascii="Arial" w:hAnsi="Arial"/>
              <w:b/>
              <w:sz w:val="16"/>
            </w:rPr>
            <w:t>THERMOLAST</w:t>
          </w:r>
          <w:r w:rsidR="00CD695F" w:rsidRPr="00CD695F">
            <w:rPr>
              <w:rFonts w:ascii="Arial" w:hAnsi="Arial"/>
              <w:b/>
              <w:sz w:val="16"/>
              <w:vertAlign w:val="superscript"/>
            </w:rPr>
            <w:t>®</w:t>
          </w:r>
          <w:r w:rsidR="000846FB" w:rsidRPr="00CD695F">
            <w:rPr>
              <w:rFonts w:ascii="Arial" w:hAnsi="Arial"/>
              <w:b/>
              <w:sz w:val="16"/>
            </w:rPr>
            <w:t xml:space="preserve"> for USB socket protection on respiratory devices</w:t>
          </w:r>
        </w:p>
        <w:p w14:paraId="217C01F1" w14:textId="4660DAEE" w:rsidR="00502615" w:rsidRPr="00502615" w:rsidRDefault="00502615" w:rsidP="00AF662E">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xml:space="preserve">, </w:t>
          </w:r>
          <w:r w:rsidR="00360FC1">
            <w:rPr>
              <w:rFonts w:ascii="Arial" w:hAnsi="Arial"/>
              <w:b/>
              <w:sz w:val="16"/>
            </w:rPr>
            <w:t>September</w:t>
          </w:r>
          <w:r>
            <w:rPr>
              <w:rFonts w:ascii="Arial" w:hAnsi="Arial"/>
              <w:b/>
              <w:sz w:val="16"/>
            </w:rPr>
            <w:t xml:space="preserve"> </w:t>
          </w:r>
          <w:r w:rsidR="004E7C34">
            <w:rPr>
              <w:rFonts w:ascii="Arial" w:hAnsi="Arial"/>
              <w:b/>
              <w:sz w:val="16"/>
            </w:rPr>
            <w:t>20</w:t>
          </w:r>
          <w:r w:rsidR="000846FB">
            <w:rPr>
              <w:rFonts w:ascii="Arial" w:hAnsi="Arial"/>
              <w:b/>
              <w:sz w:val="16"/>
            </w:rPr>
            <w:t>20</w:t>
          </w:r>
        </w:p>
        <w:p w14:paraId="2D632EC7" w14:textId="77777777" w:rsidR="00502615" w:rsidRPr="00502615" w:rsidRDefault="00502615" w:rsidP="00AF662E">
          <w:pPr>
            <w:spacing w:after="0" w:line="360" w:lineRule="auto"/>
            <w:jc w:val="both"/>
            <w:rPr>
              <w:rFonts w:ascii="Arial" w:hAnsi="Arial" w:cs="Arial"/>
              <w:b/>
              <w:bCs/>
              <w:sz w:val="16"/>
              <w:szCs w:val="16"/>
            </w:rPr>
          </w:pPr>
          <w:r>
            <w:rPr>
              <w:rFonts w:ascii="Arial" w:hAnsi="Arial"/>
              <w:b/>
              <w:sz w:val="16"/>
            </w:rPr>
            <w:t xml:space="preserve">Page </w:t>
          </w:r>
          <w:r w:rsidR="00D41761" w:rsidRPr="00502615">
            <w:rPr>
              <w:rFonts w:ascii="Arial" w:hAnsi="Arial" w:cs="Arial"/>
              <w:b/>
              <w:bCs/>
              <w:sz w:val="16"/>
              <w:szCs w:val="16"/>
            </w:rPr>
            <w:fldChar w:fldCharType="begin"/>
          </w:r>
          <w:r w:rsidRPr="00502615">
            <w:rPr>
              <w:rFonts w:ascii="Arial" w:hAnsi="Arial" w:cs="Arial"/>
              <w:b/>
              <w:bCs/>
              <w:sz w:val="16"/>
              <w:szCs w:val="16"/>
            </w:rPr>
            <w:instrText>PAGE  \* Arabic  \* MERGEFORMAT</w:instrText>
          </w:r>
          <w:r w:rsidR="00D41761" w:rsidRPr="00502615">
            <w:rPr>
              <w:rFonts w:ascii="Arial" w:hAnsi="Arial" w:cs="Arial"/>
              <w:b/>
              <w:bCs/>
              <w:sz w:val="16"/>
              <w:szCs w:val="16"/>
            </w:rPr>
            <w:fldChar w:fldCharType="separate"/>
          </w:r>
          <w:r w:rsidR="003A6511">
            <w:rPr>
              <w:rFonts w:ascii="Arial" w:hAnsi="Arial" w:cs="Arial"/>
              <w:b/>
              <w:bCs/>
              <w:noProof/>
              <w:sz w:val="16"/>
              <w:szCs w:val="16"/>
            </w:rPr>
            <w:t>2</w:t>
          </w:r>
          <w:r w:rsidR="00D41761" w:rsidRPr="00502615">
            <w:rPr>
              <w:rFonts w:ascii="Arial" w:hAnsi="Arial" w:cs="Arial"/>
              <w:b/>
              <w:bCs/>
              <w:sz w:val="16"/>
              <w:szCs w:val="16"/>
            </w:rPr>
            <w:fldChar w:fldCharType="end"/>
          </w:r>
          <w:r>
            <w:rPr>
              <w:rFonts w:ascii="Arial" w:hAnsi="Arial"/>
              <w:b/>
              <w:sz w:val="16"/>
            </w:rPr>
            <w:t xml:space="preserve"> of </w:t>
          </w:r>
          <w:r w:rsidR="002A4AA7">
            <w:rPr>
              <w:rFonts w:ascii="Arial" w:hAnsi="Arial" w:cs="Arial"/>
              <w:b/>
              <w:bCs/>
              <w:noProof/>
              <w:sz w:val="16"/>
              <w:szCs w:val="16"/>
            </w:rPr>
            <w:fldChar w:fldCharType="begin"/>
          </w:r>
          <w:r w:rsidR="002A4AA7">
            <w:rPr>
              <w:rFonts w:ascii="Arial" w:hAnsi="Arial" w:cs="Arial"/>
              <w:b/>
              <w:bCs/>
              <w:noProof/>
              <w:sz w:val="16"/>
              <w:szCs w:val="16"/>
            </w:rPr>
            <w:instrText>NUMPAGES  \* Arabic  \* MERGEFORMAT</w:instrText>
          </w:r>
          <w:r w:rsidR="002A4AA7">
            <w:rPr>
              <w:rFonts w:ascii="Arial" w:hAnsi="Arial" w:cs="Arial"/>
              <w:b/>
              <w:bCs/>
              <w:noProof/>
              <w:sz w:val="16"/>
              <w:szCs w:val="16"/>
            </w:rPr>
            <w:fldChar w:fldCharType="separate"/>
          </w:r>
          <w:r w:rsidR="003A6511" w:rsidRPr="003A6511">
            <w:rPr>
              <w:rFonts w:ascii="Arial" w:hAnsi="Arial" w:cs="Arial"/>
              <w:b/>
              <w:bCs/>
              <w:noProof/>
              <w:sz w:val="16"/>
              <w:szCs w:val="16"/>
            </w:rPr>
            <w:t>2</w:t>
          </w:r>
          <w:r w:rsidR="002A4AA7">
            <w:rPr>
              <w:rFonts w:ascii="Arial" w:hAnsi="Arial" w:cs="Arial"/>
              <w:b/>
              <w:bCs/>
              <w:noProof/>
              <w:sz w:val="16"/>
              <w:szCs w:val="16"/>
            </w:rPr>
            <w:fldChar w:fldCharType="end"/>
          </w:r>
        </w:p>
      </w:tc>
    </w:tr>
  </w:tbl>
  <w:p w14:paraId="7AA7FE46" w14:textId="77777777" w:rsidR="00502615" w:rsidRDefault="00502615" w:rsidP="00502615">
    <w:pPr>
      <w:pStyle w:val="Kopfzeile"/>
      <w:tabs>
        <w:tab w:val="clear" w:pos="4703"/>
        <w:tab w:val="clear" w:pos="9406"/>
      </w:tabs>
      <w:rPr>
        <w:rFonts w:ascii="Arial" w:hAnsi="Arial" w:cs="Arial"/>
        <w:sz w:val="20"/>
        <w:szCs w:val="20"/>
      </w:rPr>
    </w:pPr>
  </w:p>
  <w:p w14:paraId="19D2BBC4" w14:textId="77777777" w:rsidR="00AB32AB" w:rsidRPr="00502615" w:rsidRDefault="00AB32AB"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1124B" w14:textId="77777777" w:rsidR="00502615" w:rsidRPr="00502615" w:rsidRDefault="00502615" w:rsidP="00502615">
    <w:pPr>
      <w:pStyle w:val="Kopfzeile"/>
      <w:tabs>
        <w:tab w:val="clear" w:pos="4703"/>
        <w:tab w:val="clear" w:pos="9406"/>
      </w:tabs>
      <w:spacing w:before="1440"/>
      <w:rPr>
        <w:rFonts w:ascii="Arial" w:hAnsi="Arial" w:cs="Arial"/>
        <w:sz w:val="20"/>
        <w:szCs w:val="20"/>
      </w:rPr>
    </w:pPr>
    <w:r>
      <w:rPr>
        <w:rFonts w:ascii="Arial" w:hAnsi="Arial" w:cs="Arial"/>
        <w:noProof/>
        <w:sz w:val="20"/>
        <w:szCs w:val="20"/>
        <w:lang w:eastAsia="zh-CN" w:bidi="ar-SA"/>
      </w:rPr>
      <w:drawing>
        <wp:anchor distT="0" distB="0" distL="114300" distR="114300" simplePos="0" relativeHeight="251658240" behindDoc="0" locked="0" layoutInCell="1" allowOverlap="1" wp14:anchorId="6B2F85D3" wp14:editId="192DE97D">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502615" w14:paraId="0B3EA195" w14:textId="77777777" w:rsidTr="00AF662E">
      <w:tc>
        <w:tcPr>
          <w:tcW w:w="6912" w:type="dxa"/>
        </w:tcPr>
        <w:p w14:paraId="58E78C41" w14:textId="77777777" w:rsidR="00502615" w:rsidRPr="00502615" w:rsidRDefault="00502615" w:rsidP="00502615">
          <w:pPr>
            <w:spacing w:after="0" w:line="360" w:lineRule="auto"/>
            <w:jc w:val="both"/>
            <w:rPr>
              <w:rFonts w:ascii="Arial" w:hAnsi="Arial" w:cs="Arial"/>
              <w:b/>
              <w:bCs/>
              <w:color w:val="365F91"/>
              <w:sz w:val="40"/>
              <w:szCs w:val="40"/>
            </w:rPr>
          </w:pPr>
          <w:r>
            <w:rPr>
              <w:rFonts w:ascii="Arial" w:hAnsi="Arial"/>
              <w:b/>
              <w:color w:val="365F91"/>
              <w:sz w:val="40"/>
            </w:rPr>
            <w:t>Press release</w:t>
          </w:r>
        </w:p>
        <w:p w14:paraId="45FC7E9E" w14:textId="10B7E37F" w:rsidR="00B142D6" w:rsidRPr="00B142D6" w:rsidRDefault="000846FB" w:rsidP="00B142D6">
          <w:pPr>
            <w:spacing w:after="0" w:line="360" w:lineRule="auto"/>
            <w:jc w:val="both"/>
            <w:rPr>
              <w:rFonts w:ascii="Arial" w:hAnsi="Arial" w:cs="Arial"/>
              <w:b/>
              <w:bCs/>
              <w:sz w:val="16"/>
              <w:szCs w:val="16"/>
            </w:rPr>
          </w:pPr>
          <w:r w:rsidRPr="000846FB">
            <w:rPr>
              <w:rFonts w:ascii="Arial" w:hAnsi="Arial"/>
              <w:b/>
              <w:sz w:val="16"/>
            </w:rPr>
            <w:t>THERMOLAST</w:t>
          </w:r>
          <w:r w:rsidRPr="000846FB">
            <w:rPr>
              <w:rFonts w:ascii="Arial" w:hAnsi="Arial"/>
              <w:b/>
              <w:sz w:val="16"/>
              <w:vertAlign w:val="superscript"/>
            </w:rPr>
            <w:t>®</w:t>
          </w:r>
          <w:r w:rsidRPr="000846FB">
            <w:rPr>
              <w:rFonts w:ascii="Arial" w:hAnsi="Arial"/>
              <w:b/>
              <w:sz w:val="16"/>
            </w:rPr>
            <w:t xml:space="preserve"> for USB socket protection on respiratory devices</w:t>
          </w:r>
        </w:p>
        <w:p w14:paraId="0292478C" w14:textId="39399C45" w:rsidR="00502615" w:rsidRPr="00502615" w:rsidRDefault="00502615" w:rsidP="00502615">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xml:space="preserve">, </w:t>
          </w:r>
          <w:r w:rsidR="00360FC1">
            <w:rPr>
              <w:rFonts w:ascii="Arial" w:hAnsi="Arial"/>
              <w:b/>
              <w:sz w:val="16"/>
            </w:rPr>
            <w:t>September</w:t>
          </w:r>
          <w:r w:rsidR="000846FB">
            <w:rPr>
              <w:rFonts w:ascii="Arial" w:hAnsi="Arial"/>
              <w:b/>
              <w:sz w:val="16"/>
            </w:rPr>
            <w:t xml:space="preserve"> </w:t>
          </w:r>
          <w:r w:rsidR="004E7C34">
            <w:rPr>
              <w:rFonts w:ascii="Arial" w:hAnsi="Arial"/>
              <w:b/>
              <w:sz w:val="16"/>
            </w:rPr>
            <w:t>20</w:t>
          </w:r>
          <w:r w:rsidR="000846FB">
            <w:rPr>
              <w:rFonts w:ascii="Arial" w:hAnsi="Arial"/>
              <w:b/>
              <w:sz w:val="16"/>
            </w:rPr>
            <w:t>20</w:t>
          </w:r>
        </w:p>
        <w:p w14:paraId="40CF78A9" w14:textId="77777777" w:rsidR="00502615" w:rsidRPr="00502615" w:rsidRDefault="00502615" w:rsidP="00502615">
          <w:pPr>
            <w:spacing w:after="0" w:line="360" w:lineRule="auto"/>
            <w:jc w:val="both"/>
            <w:rPr>
              <w:rFonts w:ascii="Arial" w:hAnsi="Arial" w:cs="Arial"/>
              <w:b/>
              <w:bCs/>
              <w:sz w:val="16"/>
              <w:szCs w:val="16"/>
            </w:rPr>
          </w:pPr>
          <w:r>
            <w:rPr>
              <w:rFonts w:ascii="Arial" w:hAnsi="Arial"/>
              <w:b/>
              <w:sz w:val="16"/>
            </w:rPr>
            <w:t xml:space="preserve">Page </w:t>
          </w:r>
          <w:r w:rsidR="00D41761" w:rsidRPr="00502615">
            <w:rPr>
              <w:rFonts w:ascii="Arial" w:hAnsi="Arial" w:cs="Arial"/>
              <w:b/>
              <w:bCs/>
              <w:sz w:val="16"/>
              <w:szCs w:val="16"/>
            </w:rPr>
            <w:fldChar w:fldCharType="begin"/>
          </w:r>
          <w:r w:rsidRPr="00502615">
            <w:rPr>
              <w:rFonts w:ascii="Arial" w:hAnsi="Arial" w:cs="Arial"/>
              <w:b/>
              <w:bCs/>
              <w:sz w:val="16"/>
              <w:szCs w:val="16"/>
            </w:rPr>
            <w:instrText>PAGE  \* Arabic  \* MERGEFORMAT</w:instrText>
          </w:r>
          <w:r w:rsidR="00D41761" w:rsidRPr="00502615">
            <w:rPr>
              <w:rFonts w:ascii="Arial" w:hAnsi="Arial" w:cs="Arial"/>
              <w:b/>
              <w:bCs/>
              <w:sz w:val="16"/>
              <w:szCs w:val="16"/>
            </w:rPr>
            <w:fldChar w:fldCharType="separate"/>
          </w:r>
          <w:r w:rsidR="003A6511">
            <w:rPr>
              <w:rFonts w:ascii="Arial" w:hAnsi="Arial" w:cs="Arial"/>
              <w:b/>
              <w:bCs/>
              <w:noProof/>
              <w:sz w:val="16"/>
              <w:szCs w:val="16"/>
            </w:rPr>
            <w:t>1</w:t>
          </w:r>
          <w:r w:rsidR="00D41761" w:rsidRPr="00502615">
            <w:rPr>
              <w:rFonts w:ascii="Arial" w:hAnsi="Arial" w:cs="Arial"/>
              <w:b/>
              <w:bCs/>
              <w:sz w:val="16"/>
              <w:szCs w:val="16"/>
            </w:rPr>
            <w:fldChar w:fldCharType="end"/>
          </w:r>
          <w:r>
            <w:rPr>
              <w:rFonts w:ascii="Arial" w:hAnsi="Arial"/>
              <w:b/>
              <w:sz w:val="16"/>
            </w:rPr>
            <w:t xml:space="preserve"> of </w:t>
          </w:r>
          <w:r w:rsidR="002A4AA7">
            <w:rPr>
              <w:rFonts w:ascii="Arial" w:hAnsi="Arial" w:cs="Arial"/>
              <w:b/>
              <w:bCs/>
              <w:noProof/>
              <w:sz w:val="16"/>
              <w:szCs w:val="16"/>
            </w:rPr>
            <w:fldChar w:fldCharType="begin"/>
          </w:r>
          <w:r w:rsidR="002A4AA7">
            <w:rPr>
              <w:rFonts w:ascii="Arial" w:hAnsi="Arial" w:cs="Arial"/>
              <w:b/>
              <w:bCs/>
              <w:noProof/>
              <w:sz w:val="16"/>
              <w:szCs w:val="16"/>
            </w:rPr>
            <w:instrText>NUMPAGES  \* Arabic  \* MERGEFORMAT</w:instrText>
          </w:r>
          <w:r w:rsidR="002A4AA7">
            <w:rPr>
              <w:rFonts w:ascii="Arial" w:hAnsi="Arial" w:cs="Arial"/>
              <w:b/>
              <w:bCs/>
              <w:noProof/>
              <w:sz w:val="16"/>
              <w:szCs w:val="16"/>
            </w:rPr>
            <w:fldChar w:fldCharType="separate"/>
          </w:r>
          <w:r w:rsidR="003A6511" w:rsidRPr="003A6511">
            <w:rPr>
              <w:rFonts w:ascii="Arial" w:hAnsi="Arial" w:cs="Arial"/>
              <w:b/>
              <w:bCs/>
              <w:noProof/>
              <w:sz w:val="16"/>
              <w:szCs w:val="16"/>
            </w:rPr>
            <w:t>2</w:t>
          </w:r>
          <w:r w:rsidR="002A4AA7">
            <w:rPr>
              <w:rFonts w:ascii="Arial" w:hAnsi="Arial" w:cs="Arial"/>
              <w:b/>
              <w:bCs/>
              <w:noProof/>
              <w:sz w:val="16"/>
              <w:szCs w:val="16"/>
            </w:rPr>
            <w:fldChar w:fldCharType="end"/>
          </w:r>
        </w:p>
      </w:tc>
      <w:tc>
        <w:tcPr>
          <w:tcW w:w="2977" w:type="dxa"/>
        </w:tcPr>
        <w:p w14:paraId="7254CB14" w14:textId="77777777" w:rsidR="00502615" w:rsidRPr="001E0E16" w:rsidRDefault="00502615" w:rsidP="00502615">
          <w:pPr>
            <w:pStyle w:val="Kopfzeile"/>
            <w:tabs>
              <w:tab w:val="clear" w:pos="4703"/>
              <w:tab w:val="clear" w:pos="9406"/>
            </w:tabs>
            <w:rPr>
              <w:rFonts w:ascii="Arial" w:hAnsi="Arial" w:cs="Arial"/>
              <w:sz w:val="16"/>
              <w:szCs w:val="16"/>
              <w:lang w:val="de-DE"/>
            </w:rPr>
          </w:pPr>
          <w:r w:rsidRPr="001E0E16">
            <w:rPr>
              <w:rFonts w:ascii="Arial" w:hAnsi="Arial"/>
              <w:sz w:val="16"/>
              <w:lang w:val="de-DE"/>
            </w:rPr>
            <w:t>KRAIBURG TPE GmbH &amp; Co. KG</w:t>
          </w:r>
        </w:p>
        <w:p w14:paraId="39FFAD63" w14:textId="77777777" w:rsidR="00502615" w:rsidRPr="00456843" w:rsidRDefault="00502615" w:rsidP="00502615">
          <w:pPr>
            <w:pStyle w:val="Kopfzeile"/>
            <w:tabs>
              <w:tab w:val="clear" w:pos="4703"/>
              <w:tab w:val="clear" w:pos="9406"/>
            </w:tabs>
            <w:rPr>
              <w:rFonts w:ascii="Arial" w:hAnsi="Arial" w:cs="Arial"/>
              <w:sz w:val="16"/>
              <w:szCs w:val="16"/>
              <w:lang w:val="en-US"/>
            </w:rPr>
          </w:pPr>
          <w:r w:rsidRPr="001E0E16">
            <w:rPr>
              <w:rFonts w:ascii="Arial" w:hAnsi="Arial"/>
              <w:sz w:val="16"/>
              <w:lang w:val="de-DE"/>
            </w:rPr>
            <w:t xml:space="preserve">Friedrich-Schmidt-Str. </w:t>
          </w:r>
          <w:r w:rsidRPr="00456843">
            <w:rPr>
              <w:rFonts w:ascii="Arial" w:hAnsi="Arial"/>
              <w:sz w:val="16"/>
              <w:lang w:val="en-US"/>
            </w:rPr>
            <w:t>2</w:t>
          </w:r>
        </w:p>
        <w:p w14:paraId="20AB70D4" w14:textId="77777777" w:rsidR="00502615" w:rsidRPr="00502615" w:rsidRDefault="00502615" w:rsidP="00502615">
          <w:pPr>
            <w:pStyle w:val="Kopfzeile"/>
            <w:tabs>
              <w:tab w:val="clear" w:pos="4703"/>
              <w:tab w:val="clear" w:pos="9406"/>
            </w:tabs>
            <w:rPr>
              <w:rFonts w:ascii="Arial" w:hAnsi="Arial" w:cs="Arial"/>
              <w:sz w:val="16"/>
              <w:szCs w:val="16"/>
            </w:rPr>
          </w:pPr>
          <w:r>
            <w:rPr>
              <w:rFonts w:ascii="Arial" w:hAnsi="Arial"/>
              <w:sz w:val="16"/>
            </w:rPr>
            <w:t xml:space="preserve">84478 </w:t>
          </w:r>
          <w:proofErr w:type="spellStart"/>
          <w:r>
            <w:rPr>
              <w:rFonts w:ascii="Arial" w:hAnsi="Arial"/>
              <w:sz w:val="16"/>
            </w:rPr>
            <w:t>Waldkraiburg</w:t>
          </w:r>
          <w:proofErr w:type="spellEnd"/>
        </w:p>
        <w:p w14:paraId="6C1441E4" w14:textId="77777777" w:rsidR="00502615" w:rsidRPr="00502615" w:rsidRDefault="00502615" w:rsidP="00502615">
          <w:pPr>
            <w:pStyle w:val="Kopfzeile"/>
            <w:tabs>
              <w:tab w:val="clear" w:pos="4703"/>
              <w:tab w:val="clear" w:pos="9406"/>
            </w:tabs>
            <w:rPr>
              <w:rFonts w:ascii="Arial" w:hAnsi="Arial" w:cs="Arial"/>
              <w:sz w:val="16"/>
              <w:szCs w:val="16"/>
            </w:rPr>
          </w:pPr>
          <w:r>
            <w:rPr>
              <w:rFonts w:ascii="Arial" w:hAnsi="Arial"/>
              <w:sz w:val="16"/>
            </w:rPr>
            <w:t>Germany</w:t>
          </w:r>
        </w:p>
        <w:p w14:paraId="6030AF9A" w14:textId="77777777" w:rsidR="00502615" w:rsidRPr="00502615" w:rsidRDefault="00502615" w:rsidP="00502615">
          <w:pPr>
            <w:pStyle w:val="Kopfzeile"/>
            <w:tabs>
              <w:tab w:val="clear" w:pos="4703"/>
              <w:tab w:val="clear" w:pos="9406"/>
            </w:tabs>
            <w:rPr>
              <w:rFonts w:ascii="Arial" w:hAnsi="Arial" w:cs="Arial"/>
              <w:sz w:val="16"/>
              <w:szCs w:val="16"/>
            </w:rPr>
          </w:pPr>
        </w:p>
        <w:p w14:paraId="46CD96D0" w14:textId="77777777" w:rsidR="00502615" w:rsidRPr="00502615" w:rsidRDefault="00502615" w:rsidP="00502615">
          <w:pPr>
            <w:pStyle w:val="Kopfzeile"/>
            <w:tabs>
              <w:tab w:val="clear" w:pos="4703"/>
              <w:tab w:val="clear" w:pos="9406"/>
            </w:tabs>
            <w:rPr>
              <w:rFonts w:ascii="Arial" w:hAnsi="Arial" w:cs="Arial"/>
              <w:sz w:val="16"/>
              <w:szCs w:val="16"/>
            </w:rPr>
          </w:pPr>
          <w:r>
            <w:rPr>
              <w:rFonts w:ascii="Arial" w:hAnsi="Arial"/>
              <w:sz w:val="16"/>
            </w:rPr>
            <w:t>Phone +49 8638 9810-0</w:t>
          </w:r>
        </w:p>
        <w:p w14:paraId="581F8AAB" w14:textId="77777777" w:rsidR="00502615" w:rsidRPr="00502615" w:rsidRDefault="00502615" w:rsidP="00502615">
          <w:pPr>
            <w:pStyle w:val="Kopfzeile"/>
            <w:tabs>
              <w:tab w:val="clear" w:pos="4703"/>
              <w:tab w:val="clear" w:pos="9406"/>
            </w:tabs>
            <w:rPr>
              <w:rFonts w:ascii="Arial" w:hAnsi="Arial" w:cs="Arial"/>
              <w:sz w:val="16"/>
              <w:szCs w:val="16"/>
            </w:rPr>
          </w:pPr>
          <w:r>
            <w:rPr>
              <w:rFonts w:ascii="Arial" w:hAnsi="Arial"/>
              <w:sz w:val="16"/>
            </w:rPr>
            <w:t>Fax +49 8638 9810-310</w:t>
          </w:r>
        </w:p>
        <w:p w14:paraId="4D17AB8B" w14:textId="77777777" w:rsidR="00502615" w:rsidRPr="00502615" w:rsidRDefault="00502615" w:rsidP="00502615">
          <w:pPr>
            <w:pStyle w:val="Kopfzeile"/>
            <w:tabs>
              <w:tab w:val="clear" w:pos="4703"/>
              <w:tab w:val="clear" w:pos="9406"/>
            </w:tabs>
            <w:rPr>
              <w:rFonts w:ascii="Arial" w:hAnsi="Arial" w:cs="Arial"/>
              <w:sz w:val="16"/>
              <w:szCs w:val="16"/>
            </w:rPr>
          </w:pPr>
        </w:p>
        <w:p w14:paraId="201CE324" w14:textId="77777777" w:rsidR="00502615" w:rsidRPr="00502615"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0F42A849" w14:textId="77777777" w:rsidR="00502615" w:rsidRPr="00502615" w:rsidRDefault="00502615" w:rsidP="00C0054B">
          <w:pPr>
            <w:pStyle w:val="Kopfzeile"/>
            <w:tabs>
              <w:tab w:val="clear" w:pos="4703"/>
              <w:tab w:val="clear" w:pos="9406"/>
            </w:tabs>
            <w:rPr>
              <w:sz w:val="20"/>
            </w:rPr>
          </w:pPr>
          <w:r>
            <w:rPr>
              <w:rFonts w:ascii="Arial" w:hAnsi="Arial"/>
              <w:sz w:val="16"/>
            </w:rPr>
            <w:t>www.kraiburg-tpe.com</w:t>
          </w:r>
        </w:p>
      </w:tc>
    </w:tr>
  </w:tbl>
  <w:p w14:paraId="7CC99948" w14:textId="77777777" w:rsidR="00F125F3" w:rsidRPr="00502615" w:rsidRDefault="00C84B59" w:rsidP="00C0054B">
    <w:pPr>
      <w:pStyle w:val="Kopfzeile"/>
      <w:tabs>
        <w:tab w:val="clear" w:pos="4703"/>
        <w:tab w:val="clear" w:pos="9406"/>
      </w:tabs>
      <w:rPr>
        <w:rFonts w:ascii="Arial" w:hAnsi="Arial" w:cs="Arial"/>
        <w:sz w:val="20"/>
        <w:szCs w:val="20"/>
      </w:rPr>
    </w:pPr>
    <w:r>
      <w:rPr>
        <w:rFonts w:ascii="Arial" w:hAnsi="Arial" w:cs="Arial"/>
        <w:b/>
        <w:noProof/>
        <w:sz w:val="24"/>
        <w:szCs w:val="24"/>
        <w:lang w:eastAsia="zh-CN" w:bidi="ar-SA"/>
      </w:rPr>
      <mc:AlternateContent>
        <mc:Choice Requires="wps">
          <w:drawing>
            <wp:anchor distT="0" distB="0" distL="114300" distR="114300" simplePos="0" relativeHeight="251662336" behindDoc="0" locked="0" layoutInCell="1" allowOverlap="1" wp14:anchorId="11632160" wp14:editId="78BDD3E3">
              <wp:simplePos x="0" y="0"/>
              <wp:positionH relativeFrom="column">
                <wp:posOffset>4327728</wp:posOffset>
              </wp:positionH>
              <wp:positionV relativeFrom="paragraph">
                <wp:posOffset>2534040</wp:posOffset>
              </wp:positionV>
              <wp:extent cx="1885950" cy="469056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690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2D356C" w14:textId="77777777" w:rsidR="00C84B59" w:rsidRPr="00073D11" w:rsidRDefault="00C84B59" w:rsidP="00C84B59">
                          <w:pPr>
                            <w:pStyle w:val="Kopfzeile"/>
                            <w:rPr>
                              <w:rFonts w:ascii="Arial" w:hAnsi="Arial" w:cs="Arial"/>
                              <w:b/>
                              <w:sz w:val="16"/>
                              <w:szCs w:val="16"/>
                            </w:rPr>
                          </w:pPr>
                          <w:r w:rsidRPr="00073D11">
                            <w:rPr>
                              <w:rFonts w:ascii="Arial" w:hAnsi="Arial" w:cs="Arial"/>
                              <w:b/>
                              <w:sz w:val="16"/>
                              <w:szCs w:val="16"/>
                            </w:rPr>
                            <w:t>Media Contact</w:t>
                          </w:r>
                        </w:p>
                        <w:p w14:paraId="6E675B87" w14:textId="77777777" w:rsidR="00C84B59" w:rsidRDefault="00C84B59" w:rsidP="00C84B59">
                          <w:pPr>
                            <w:pStyle w:val="Textkrper-Zeileneinzug"/>
                            <w:ind w:left="0"/>
                            <w:rPr>
                              <w:bCs/>
                              <w:sz w:val="16"/>
                              <w:szCs w:val="16"/>
                            </w:rPr>
                          </w:pPr>
                        </w:p>
                        <w:p w14:paraId="2EB0570D" w14:textId="77777777" w:rsidR="00656038" w:rsidRPr="00211DFE" w:rsidRDefault="00656038" w:rsidP="00656038">
                          <w:pPr>
                            <w:pStyle w:val="Textkrper-Zeileneinzug"/>
                            <w:ind w:left="0"/>
                            <w:rPr>
                              <w:i w:val="0"/>
                              <w:sz w:val="16"/>
                              <w:szCs w:val="16"/>
                            </w:rPr>
                          </w:pPr>
                          <w:r>
                            <w:rPr>
                              <w:bCs/>
                              <w:sz w:val="16"/>
                              <w:szCs w:val="16"/>
                            </w:rPr>
                            <w:t>Europe, Middle East, Africa &amp; Americas</w:t>
                          </w:r>
                        </w:p>
                        <w:p w14:paraId="20E2836E" w14:textId="77777777" w:rsidR="00656038" w:rsidRPr="00656038" w:rsidRDefault="00656038" w:rsidP="00656038">
                          <w:pPr>
                            <w:pStyle w:val="Textkrper-Zeileneinzug"/>
                            <w:ind w:left="0"/>
                            <w:rPr>
                              <w:i w:val="0"/>
                              <w:noProof/>
                              <w:sz w:val="16"/>
                              <w:lang w:val="en-US"/>
                            </w:rPr>
                          </w:pPr>
                          <w:r w:rsidRPr="00656038">
                            <w:rPr>
                              <w:i w:val="0"/>
                              <w:sz w:val="16"/>
                              <w:lang w:val="en-US"/>
                            </w:rPr>
                            <w:t>Juliane Schmidhuber</w:t>
                          </w:r>
                        </w:p>
                        <w:p w14:paraId="2CD8DD11" w14:textId="77777777" w:rsidR="00656038" w:rsidRPr="00426736" w:rsidRDefault="00656038" w:rsidP="00656038">
                          <w:pPr>
                            <w:pStyle w:val="Textkrper-Zeileneinzug"/>
                            <w:ind w:left="0"/>
                            <w:rPr>
                              <w:i w:val="0"/>
                              <w:sz w:val="16"/>
                              <w:szCs w:val="16"/>
                            </w:rPr>
                          </w:pPr>
                          <w:r>
                            <w:rPr>
                              <w:i w:val="0"/>
                              <w:sz w:val="16"/>
                            </w:rPr>
                            <w:t>PR &amp; Communications Manager</w:t>
                          </w:r>
                        </w:p>
                        <w:p w14:paraId="16A5A14E" w14:textId="32448D2A" w:rsidR="00656038" w:rsidRPr="00426736" w:rsidRDefault="004347F8" w:rsidP="00656038">
                          <w:pPr>
                            <w:pStyle w:val="Textkrper-Zeileneinzug"/>
                            <w:ind w:left="0"/>
                            <w:rPr>
                              <w:i w:val="0"/>
                              <w:sz w:val="16"/>
                              <w:szCs w:val="16"/>
                            </w:rPr>
                          </w:pPr>
                          <w:r>
                            <w:rPr>
                              <w:i w:val="0"/>
                              <w:sz w:val="16"/>
                            </w:rPr>
                            <w:t>Phone</w:t>
                          </w:r>
                          <w:r w:rsidR="00656038">
                            <w:rPr>
                              <w:i w:val="0"/>
                              <w:sz w:val="16"/>
                            </w:rPr>
                            <w:t>: +49 8638 9810 568</w:t>
                          </w:r>
                        </w:p>
                        <w:p w14:paraId="6B29F5CA" w14:textId="77777777" w:rsidR="00656038" w:rsidRPr="00960BEA" w:rsidRDefault="00C205C7" w:rsidP="00656038">
                          <w:pPr>
                            <w:pStyle w:val="Textkrper-Zeileneinzug"/>
                            <w:ind w:left="0"/>
                            <w:rPr>
                              <w:rStyle w:val="Hyperlink"/>
                              <w:i w:val="0"/>
                              <w:iCs w:val="0"/>
                              <w:sz w:val="16"/>
                            </w:rPr>
                          </w:pPr>
                          <w:hyperlink r:id="rId2" w:history="1">
                            <w:r w:rsidR="00656038">
                              <w:rPr>
                                <w:rStyle w:val="Hyperlink"/>
                                <w:i w:val="0"/>
                                <w:iCs w:val="0"/>
                                <w:sz w:val="16"/>
                              </w:rPr>
                              <w:t>juliane.schmidhuber@kraiburg-tpe.com</w:t>
                            </w:r>
                          </w:hyperlink>
                        </w:p>
                        <w:p w14:paraId="0C7B6F76" w14:textId="77777777" w:rsidR="00C84B59" w:rsidRDefault="00C84B59" w:rsidP="00C84B59">
                          <w:pPr>
                            <w:pStyle w:val="Textkrper-Zeileneinzug"/>
                            <w:ind w:left="0"/>
                            <w:rPr>
                              <w:bCs/>
                              <w:sz w:val="16"/>
                              <w:szCs w:val="16"/>
                            </w:rPr>
                          </w:pPr>
                        </w:p>
                        <w:p w14:paraId="766FC3F4" w14:textId="77777777" w:rsidR="00C84B59" w:rsidRPr="00446479" w:rsidRDefault="00C84B59" w:rsidP="00C84B59">
                          <w:pPr>
                            <w:pStyle w:val="Kopfzeile"/>
                            <w:spacing w:line="360" w:lineRule="auto"/>
                            <w:rPr>
                              <w:rFonts w:ascii="Arial" w:hAnsi="Arial" w:cs="Arial"/>
                              <w:i/>
                              <w:iCs/>
                              <w:sz w:val="16"/>
                              <w:szCs w:val="16"/>
                            </w:rPr>
                          </w:pPr>
                          <w:r w:rsidRPr="00446479">
                            <w:rPr>
                              <w:rFonts w:ascii="Arial" w:hAnsi="Arial" w:cs="Arial"/>
                              <w:i/>
                              <w:iCs/>
                              <w:sz w:val="16"/>
                              <w:szCs w:val="16"/>
                            </w:rPr>
                            <w:t>Asia Pacific</w:t>
                          </w:r>
                        </w:p>
                        <w:p w14:paraId="38BD606B" w14:textId="77777777" w:rsidR="00C84B59" w:rsidRPr="00446479" w:rsidRDefault="00C84B59" w:rsidP="00C84B59">
                          <w:pPr>
                            <w:pStyle w:val="Kopfzeile"/>
                            <w:spacing w:line="360" w:lineRule="auto"/>
                            <w:rPr>
                              <w:rFonts w:ascii="Arial" w:hAnsi="Arial" w:cs="Arial"/>
                              <w:sz w:val="16"/>
                              <w:szCs w:val="16"/>
                            </w:rPr>
                          </w:pPr>
                          <w:r w:rsidRPr="00446479">
                            <w:rPr>
                              <w:rFonts w:ascii="Arial" w:hAnsi="Arial" w:cs="Arial"/>
                              <w:sz w:val="16"/>
                              <w:szCs w:val="16"/>
                            </w:rPr>
                            <w:t>Bridget Ngang</w:t>
                          </w:r>
                        </w:p>
                        <w:p w14:paraId="5428AC15" w14:textId="77777777" w:rsidR="00C84B59" w:rsidRPr="00446479" w:rsidRDefault="00C84B59" w:rsidP="00C84B59">
                          <w:pPr>
                            <w:pStyle w:val="Kopfzeile"/>
                            <w:spacing w:line="360" w:lineRule="auto"/>
                            <w:rPr>
                              <w:rFonts w:ascii="Arial" w:hAnsi="Arial" w:cs="Arial"/>
                              <w:sz w:val="16"/>
                              <w:szCs w:val="16"/>
                            </w:rPr>
                          </w:pPr>
                          <w:r w:rsidRPr="00446479">
                            <w:rPr>
                              <w:rFonts w:ascii="Arial" w:hAnsi="Arial" w:cs="Arial"/>
                              <w:sz w:val="16"/>
                              <w:szCs w:val="16"/>
                            </w:rPr>
                            <w:t>Marketing Manager Asia Pacific</w:t>
                          </w:r>
                        </w:p>
                        <w:p w14:paraId="375E78D9" w14:textId="77777777" w:rsidR="00C84B59" w:rsidRPr="000846FB" w:rsidRDefault="00C84B59" w:rsidP="00C84B59">
                          <w:pPr>
                            <w:pStyle w:val="Kopfzeile"/>
                            <w:spacing w:line="360" w:lineRule="auto"/>
                            <w:rPr>
                              <w:rFonts w:ascii="Arial" w:hAnsi="Arial" w:cs="Arial"/>
                              <w:sz w:val="16"/>
                              <w:szCs w:val="16"/>
                              <w:lang w:val="fr-FR"/>
                            </w:rPr>
                          </w:pPr>
                          <w:proofErr w:type="gramStart"/>
                          <w:r w:rsidRPr="000846FB">
                            <w:rPr>
                              <w:rFonts w:ascii="Arial" w:hAnsi="Arial" w:cs="Arial"/>
                              <w:sz w:val="16"/>
                              <w:szCs w:val="16"/>
                              <w:lang w:val="fr-FR"/>
                            </w:rPr>
                            <w:t>Phone:</w:t>
                          </w:r>
                          <w:proofErr w:type="gramEnd"/>
                          <w:r w:rsidRPr="000846FB">
                            <w:rPr>
                              <w:rFonts w:ascii="Arial" w:hAnsi="Arial" w:cs="Arial"/>
                              <w:sz w:val="16"/>
                              <w:szCs w:val="16"/>
                              <w:lang w:val="fr-FR"/>
                            </w:rPr>
                            <w:t xml:space="preserve"> +603 9545 6301</w:t>
                          </w:r>
                        </w:p>
                        <w:p w14:paraId="3E4EE0CB" w14:textId="77777777" w:rsidR="00C84B59" w:rsidRPr="000846FB" w:rsidRDefault="00C205C7" w:rsidP="00C84B59">
                          <w:pPr>
                            <w:pStyle w:val="Kopfzeile"/>
                            <w:spacing w:line="360" w:lineRule="auto"/>
                            <w:rPr>
                              <w:rStyle w:val="Hyperlink"/>
                              <w:rFonts w:ascii="Arial" w:hAnsi="Arial" w:cs="Arial"/>
                              <w:sz w:val="16"/>
                              <w:szCs w:val="16"/>
                              <w:lang w:val="fr-FR"/>
                            </w:rPr>
                          </w:pPr>
                          <w:hyperlink r:id="rId3" w:history="1">
                            <w:r w:rsidR="00C84B59" w:rsidRPr="000846FB">
                              <w:rPr>
                                <w:rStyle w:val="Hyperlink"/>
                                <w:rFonts w:ascii="Arial" w:hAnsi="Arial" w:cs="Arial"/>
                                <w:sz w:val="16"/>
                                <w:szCs w:val="16"/>
                                <w:lang w:val="fr-FR"/>
                              </w:rPr>
                              <w:t>bridget.ngang@kraiburg-tpe.com</w:t>
                            </w:r>
                          </w:hyperlink>
                        </w:p>
                        <w:p w14:paraId="73129BEB" w14:textId="77777777" w:rsidR="00740908" w:rsidRPr="000846FB" w:rsidRDefault="00740908" w:rsidP="00C84B59">
                          <w:pPr>
                            <w:pStyle w:val="Kopfzeile"/>
                            <w:spacing w:line="360" w:lineRule="auto"/>
                            <w:rPr>
                              <w:rStyle w:val="Hyperlink"/>
                              <w:rFonts w:ascii="Arial" w:hAnsi="Arial" w:cs="Arial"/>
                              <w:sz w:val="16"/>
                              <w:szCs w:val="16"/>
                              <w:lang w:val="fr-FR"/>
                            </w:rPr>
                          </w:pPr>
                        </w:p>
                        <w:p w14:paraId="2BF46DD9" w14:textId="77777777" w:rsidR="00740908" w:rsidRPr="000846FB" w:rsidRDefault="00740908" w:rsidP="00740908">
                          <w:pPr>
                            <w:pStyle w:val="Textkrper-Zeileneinzug"/>
                            <w:ind w:left="0"/>
                            <w:rPr>
                              <w:i w:val="0"/>
                              <w:sz w:val="16"/>
                              <w:lang w:val="fr-FR"/>
                            </w:rPr>
                          </w:pPr>
                          <w:proofErr w:type="spellStart"/>
                          <w:r w:rsidRPr="000846FB">
                            <w:rPr>
                              <w:bCs/>
                              <w:sz w:val="16"/>
                              <w:szCs w:val="16"/>
                              <w:lang w:val="fr-FR"/>
                            </w:rPr>
                            <w:t>Americas</w:t>
                          </w:r>
                          <w:proofErr w:type="spellEnd"/>
                        </w:p>
                        <w:p w14:paraId="5B26F1D3" w14:textId="77777777" w:rsidR="00740908" w:rsidRPr="000846FB" w:rsidRDefault="00740908" w:rsidP="00740908">
                          <w:pPr>
                            <w:pStyle w:val="Textkrper-Zeileneinzug"/>
                            <w:ind w:left="0"/>
                            <w:rPr>
                              <w:i w:val="0"/>
                              <w:sz w:val="16"/>
                              <w:lang w:val="fr-FR"/>
                            </w:rPr>
                          </w:pPr>
                          <w:r w:rsidRPr="000846FB">
                            <w:rPr>
                              <w:i w:val="0"/>
                              <w:sz w:val="16"/>
                              <w:lang w:val="fr-FR"/>
                            </w:rPr>
                            <w:t>Alexandra Rios</w:t>
                          </w:r>
                        </w:p>
                        <w:p w14:paraId="00181D3F" w14:textId="77777777" w:rsidR="00740908" w:rsidRPr="00F54D5B" w:rsidRDefault="00740908" w:rsidP="00740908">
                          <w:pPr>
                            <w:pStyle w:val="Textkrper-Zeileneinzug"/>
                            <w:ind w:left="0"/>
                            <w:rPr>
                              <w:i w:val="0"/>
                              <w:sz w:val="16"/>
                              <w:szCs w:val="16"/>
                            </w:rPr>
                          </w:pPr>
                          <w:r w:rsidRPr="00740908">
                            <w:rPr>
                              <w:i w:val="0"/>
                              <w:sz w:val="16"/>
                            </w:rPr>
                            <w:t>Marketing &amp; Customer Care Manager</w:t>
                          </w:r>
                        </w:p>
                        <w:p w14:paraId="3826BB73" w14:textId="77777777" w:rsidR="00740908" w:rsidRPr="00F54D5B" w:rsidRDefault="00740908" w:rsidP="00740908">
                          <w:pPr>
                            <w:pStyle w:val="Textkrper-Zeileneinzug"/>
                            <w:ind w:left="0"/>
                            <w:rPr>
                              <w:i w:val="0"/>
                              <w:sz w:val="16"/>
                              <w:szCs w:val="16"/>
                            </w:rPr>
                          </w:pPr>
                          <w:r>
                            <w:rPr>
                              <w:i w:val="0"/>
                              <w:sz w:val="16"/>
                            </w:rPr>
                            <w:t>Phone:</w:t>
                          </w:r>
                          <w:r w:rsidRPr="00F54D5B">
                            <w:rPr>
                              <w:i w:val="0"/>
                              <w:sz w:val="16"/>
                            </w:rPr>
                            <w:t xml:space="preserve"> +</w:t>
                          </w:r>
                          <w:r w:rsidRPr="00740908">
                            <w:rPr>
                              <w:i w:val="0"/>
                              <w:sz w:val="16"/>
                            </w:rPr>
                            <w:t>1 678 584</w:t>
                          </w:r>
                          <w:r>
                            <w:rPr>
                              <w:i w:val="0"/>
                              <w:sz w:val="16"/>
                            </w:rPr>
                            <w:t xml:space="preserve"> </w:t>
                          </w:r>
                          <w:r w:rsidRPr="00740908">
                            <w:rPr>
                              <w:i w:val="0"/>
                              <w:sz w:val="16"/>
                            </w:rPr>
                            <w:t>2349</w:t>
                          </w:r>
                        </w:p>
                        <w:p w14:paraId="40F20225" w14:textId="77777777" w:rsidR="00740908" w:rsidRPr="000A52EE" w:rsidRDefault="00C205C7" w:rsidP="00740908">
                          <w:pPr>
                            <w:pStyle w:val="Kopfzeile"/>
                            <w:spacing w:line="360" w:lineRule="auto"/>
                            <w:rPr>
                              <w:rFonts w:ascii="Arial" w:hAnsi="Arial" w:cs="Arial"/>
                              <w:sz w:val="16"/>
                              <w:szCs w:val="16"/>
                            </w:rPr>
                          </w:pPr>
                          <w:hyperlink r:id="rId4" w:history="1">
                            <w:r w:rsidR="00740908" w:rsidRPr="00740908">
                              <w:rPr>
                                <w:rStyle w:val="Hyperlink"/>
                                <w:rFonts w:ascii="Arial" w:hAnsi="Arial" w:cs="Arial"/>
                                <w:sz w:val="16"/>
                                <w:szCs w:val="16"/>
                              </w:rPr>
                              <w:t>alexandra.rios@kraiburg-tpe.com</w:t>
                            </w:r>
                          </w:hyperlink>
                          <w:r w:rsidR="00740908">
                            <w:t xml:space="preserve"> </w:t>
                          </w:r>
                        </w:p>
                        <w:p w14:paraId="1F4924FA" w14:textId="77777777" w:rsidR="00C84B59" w:rsidRDefault="00C84B59" w:rsidP="00C84B59">
                          <w:pPr>
                            <w:pStyle w:val="Textkrper-Zeileneinzug"/>
                            <w:ind w:left="0"/>
                            <w:rPr>
                              <w:bCs/>
                              <w:sz w:val="16"/>
                              <w:szCs w:val="16"/>
                            </w:rPr>
                          </w:pPr>
                        </w:p>
                        <w:p w14:paraId="541C5500" w14:textId="77777777" w:rsidR="00C84B59" w:rsidRPr="005E1C3F" w:rsidRDefault="00C84B59" w:rsidP="00C84B59">
                          <w:pPr>
                            <w:pStyle w:val="Textkrper-Zeileneinzug"/>
                            <w:ind w:left="0"/>
                            <w:rPr>
                              <w:rStyle w:val="Hyperlink"/>
                              <w:b/>
                              <w:i w:val="0"/>
                              <w:sz w:val="16"/>
                            </w:rPr>
                          </w:pPr>
                          <w:r w:rsidRPr="005E1C3F">
                            <w:rPr>
                              <w:b/>
                              <w:i w:val="0"/>
                              <w:sz w:val="16"/>
                            </w:rPr>
                            <w:t xml:space="preserve">Communications </w:t>
                          </w:r>
                          <w:r>
                            <w:rPr>
                              <w:b/>
                              <w:i w:val="0"/>
                              <w:sz w:val="16"/>
                            </w:rPr>
                            <w:t>a</w:t>
                          </w:r>
                          <w:r w:rsidRPr="005E1C3F">
                            <w:rPr>
                              <w:b/>
                              <w:i w:val="0"/>
                              <w:sz w:val="16"/>
                            </w:rPr>
                            <w:t>gency</w:t>
                          </w:r>
                        </w:p>
                        <w:p w14:paraId="5DF5B418" w14:textId="77777777" w:rsidR="00C84B59" w:rsidRDefault="00C84B59" w:rsidP="00C84B59">
                          <w:pPr>
                            <w:spacing w:after="0" w:line="360" w:lineRule="auto"/>
                            <w:rPr>
                              <w:rFonts w:ascii="Arial" w:hAnsi="Arial" w:cs="Arial"/>
                              <w:sz w:val="16"/>
                            </w:rPr>
                          </w:pPr>
                          <w:r>
                            <w:rPr>
                              <w:rFonts w:ascii="Arial" w:hAnsi="Arial" w:cs="Arial"/>
                              <w:i/>
                              <w:sz w:val="16"/>
                            </w:rPr>
                            <w:t>EMG</w:t>
                          </w:r>
                        </w:p>
                        <w:p w14:paraId="360AE76B" w14:textId="77777777" w:rsidR="00C84B59" w:rsidRDefault="00C84B59" w:rsidP="00C84B59">
                          <w:pPr>
                            <w:spacing w:after="0" w:line="360" w:lineRule="auto"/>
                            <w:rPr>
                              <w:rFonts w:ascii="Arial" w:hAnsi="Arial" w:cs="Arial"/>
                              <w:sz w:val="16"/>
                            </w:rPr>
                          </w:pPr>
                          <w:r>
                            <w:rPr>
                              <w:rFonts w:ascii="Arial" w:hAnsi="Arial" w:cs="Arial"/>
                              <w:sz w:val="16"/>
                            </w:rPr>
                            <w:t>Siria Nielsen</w:t>
                          </w:r>
                        </w:p>
                        <w:p w14:paraId="5B5CC085" w14:textId="77777777" w:rsidR="00C84B59" w:rsidRDefault="00C84B59" w:rsidP="00C84B59">
                          <w:pPr>
                            <w:spacing w:after="0" w:line="360" w:lineRule="auto"/>
                            <w:rPr>
                              <w:rFonts w:ascii="Arial" w:hAnsi="Arial" w:cs="Arial"/>
                              <w:sz w:val="16"/>
                            </w:rPr>
                          </w:pPr>
                          <w:r>
                            <w:rPr>
                              <w:rFonts w:ascii="Arial" w:hAnsi="Arial" w:cs="Arial"/>
                              <w:sz w:val="16"/>
                            </w:rPr>
                            <w:t>Phone: +31 164 317 036</w:t>
                          </w:r>
                        </w:p>
                        <w:p w14:paraId="1052A78E" w14:textId="77777777" w:rsidR="00DC32CA" w:rsidRPr="00DC32CA" w:rsidRDefault="00C205C7" w:rsidP="00C84B59">
                          <w:pPr>
                            <w:spacing w:after="0" w:line="360" w:lineRule="auto"/>
                            <w:rPr>
                              <w:sz w:val="16"/>
                              <w:szCs w:val="16"/>
                            </w:rPr>
                          </w:pPr>
                          <w:hyperlink r:id="rId5" w:history="1">
                            <w:r w:rsidR="002A4AA7">
                              <w:rPr>
                                <w:rStyle w:val="Hyperlink"/>
                                <w:rFonts w:ascii="Arial" w:hAnsi="Arial" w:cs="Arial"/>
                                <w:sz w:val="16"/>
                              </w:rPr>
                              <w:t>snielsen@emg-marcom.com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1632160" id="_x0000_t202" coordsize="21600,21600" o:spt="202" path="m,l,21600r21600,l21600,xe">
              <v:stroke joinstyle="miter"/>
              <v:path gradientshapeok="t" o:connecttype="rect"/>
            </v:shapetype>
            <v:shape id="Text Box 2" o:spid="_x0000_s1026" type="#_x0000_t202" style="position:absolute;margin-left:340.75pt;margin-top:199.55pt;width:148.5pt;height:369.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" stroked="f">
              <v:textbox inset=",0,,0">
                <w:txbxContent>
                  <w:p w14:paraId="712D356C" w14:textId="77777777" w:rsidR="00C84B59" w:rsidRPr="00073D11" w:rsidRDefault="00C84B59" w:rsidP="00C84B59">
                    <w:pPr>
                      <w:pStyle w:val="Kopfzeile"/>
                      <w:rPr>
                        <w:rFonts w:ascii="Arial" w:hAnsi="Arial" w:cs="Arial"/>
                        <w:b/>
                        <w:sz w:val="16"/>
                        <w:szCs w:val="16"/>
                      </w:rPr>
                    </w:pPr>
                    <w:r w:rsidRPr="00073D11">
                      <w:rPr>
                        <w:rFonts w:ascii="Arial" w:hAnsi="Arial" w:cs="Arial"/>
                        <w:b/>
                        <w:sz w:val="16"/>
                        <w:szCs w:val="16"/>
                      </w:rPr>
                      <w:t>Media Contact</w:t>
                    </w:r>
                  </w:p>
                  <w:p w14:paraId="6E675B87" w14:textId="77777777" w:rsidR="00C84B59" w:rsidRDefault="00C84B59" w:rsidP="00C84B59">
                    <w:pPr>
                      <w:pStyle w:val="Textkrper-Zeileneinzug"/>
                      <w:ind w:left="0"/>
                      <w:rPr>
                        <w:bCs/>
                        <w:sz w:val="16"/>
                        <w:szCs w:val="16"/>
                      </w:rPr>
                    </w:pPr>
                  </w:p>
                  <w:p w14:paraId="2EB0570D" w14:textId="77777777" w:rsidR="00656038" w:rsidRPr="00211DFE" w:rsidRDefault="00656038" w:rsidP="00656038">
                    <w:pPr>
                      <w:pStyle w:val="Textkrper-Zeileneinzug"/>
                      <w:ind w:left="0"/>
                      <w:rPr>
                        <w:i w:val="0"/>
                        <w:sz w:val="16"/>
                        <w:szCs w:val="16"/>
                      </w:rPr>
                    </w:pPr>
                    <w:r>
                      <w:rPr>
                        <w:bCs/>
                        <w:sz w:val="16"/>
                        <w:szCs w:val="16"/>
                      </w:rPr>
                      <w:t>Europe, Middle East, Africa &amp; Americas</w:t>
                    </w:r>
                  </w:p>
                  <w:p w14:paraId="20E2836E" w14:textId="77777777" w:rsidR="00656038" w:rsidRPr="00656038" w:rsidRDefault="00656038" w:rsidP="00656038">
                    <w:pPr>
                      <w:pStyle w:val="Textkrper-Zeileneinzug"/>
                      <w:ind w:left="0"/>
                      <w:rPr>
                        <w:i w:val="0"/>
                        <w:noProof/>
                        <w:sz w:val="16"/>
                        <w:lang w:val="en-US"/>
                      </w:rPr>
                    </w:pPr>
                    <w:r w:rsidRPr="00656038">
                      <w:rPr>
                        <w:i w:val="0"/>
                        <w:sz w:val="16"/>
                        <w:lang w:val="en-US"/>
                      </w:rPr>
                      <w:t>Juliane Schmidhuber</w:t>
                    </w:r>
                  </w:p>
                  <w:p w14:paraId="2CD8DD11" w14:textId="77777777" w:rsidR="00656038" w:rsidRPr="00426736" w:rsidRDefault="00656038" w:rsidP="00656038">
                    <w:pPr>
                      <w:pStyle w:val="Textkrper-Zeileneinzug"/>
                      <w:ind w:left="0"/>
                      <w:rPr>
                        <w:i w:val="0"/>
                        <w:sz w:val="16"/>
                        <w:szCs w:val="16"/>
                      </w:rPr>
                    </w:pPr>
                    <w:r>
                      <w:rPr>
                        <w:i w:val="0"/>
                        <w:sz w:val="16"/>
                      </w:rPr>
                      <w:t>PR &amp; Communications Manager</w:t>
                    </w:r>
                  </w:p>
                  <w:p w14:paraId="16A5A14E" w14:textId="32448D2A" w:rsidR="00656038" w:rsidRPr="00426736" w:rsidRDefault="004347F8" w:rsidP="00656038">
                    <w:pPr>
                      <w:pStyle w:val="Textkrper-Zeileneinzug"/>
                      <w:ind w:left="0"/>
                      <w:rPr>
                        <w:i w:val="0"/>
                        <w:sz w:val="16"/>
                        <w:szCs w:val="16"/>
                      </w:rPr>
                    </w:pPr>
                    <w:r>
                      <w:rPr>
                        <w:i w:val="0"/>
                        <w:sz w:val="16"/>
                      </w:rPr>
                      <w:t>Phone</w:t>
                    </w:r>
                    <w:r w:rsidR="00656038">
                      <w:rPr>
                        <w:i w:val="0"/>
                        <w:sz w:val="16"/>
                      </w:rPr>
                      <w:t>: +49 8638 9810 568</w:t>
                    </w:r>
                  </w:p>
                  <w:p w14:paraId="6B29F5CA" w14:textId="77777777" w:rsidR="00656038" w:rsidRPr="00960BEA" w:rsidRDefault="00C205C7" w:rsidP="00656038">
                    <w:pPr>
                      <w:pStyle w:val="Textkrper-Zeileneinzug"/>
                      <w:ind w:left="0"/>
                      <w:rPr>
                        <w:rStyle w:val="Hyperlink"/>
                        <w:i w:val="0"/>
                        <w:iCs w:val="0"/>
                        <w:sz w:val="16"/>
                      </w:rPr>
                    </w:pPr>
                    <w:hyperlink r:id="rId6" w:history="1">
                      <w:r w:rsidR="00656038">
                        <w:rPr>
                          <w:rStyle w:val="Hyperlink"/>
                          <w:i w:val="0"/>
                          <w:iCs w:val="0"/>
                          <w:sz w:val="16"/>
                        </w:rPr>
                        <w:t>juliane.schmidhuber@kraiburg-tpe.com</w:t>
                      </w:r>
                    </w:hyperlink>
                  </w:p>
                  <w:p w14:paraId="0C7B6F76" w14:textId="77777777" w:rsidR="00C84B59" w:rsidRDefault="00C84B59" w:rsidP="00C84B59">
                    <w:pPr>
                      <w:pStyle w:val="Textkrper-Zeileneinzug"/>
                      <w:ind w:left="0"/>
                      <w:rPr>
                        <w:bCs/>
                        <w:sz w:val="16"/>
                        <w:szCs w:val="16"/>
                      </w:rPr>
                    </w:pPr>
                  </w:p>
                  <w:p w14:paraId="766FC3F4" w14:textId="77777777" w:rsidR="00C84B59" w:rsidRPr="00446479" w:rsidRDefault="00C84B59" w:rsidP="00C84B59">
                    <w:pPr>
                      <w:pStyle w:val="Kopfzeile"/>
                      <w:spacing w:line="360" w:lineRule="auto"/>
                      <w:rPr>
                        <w:rFonts w:ascii="Arial" w:hAnsi="Arial" w:cs="Arial"/>
                        <w:i/>
                        <w:iCs/>
                        <w:sz w:val="16"/>
                        <w:szCs w:val="16"/>
                      </w:rPr>
                    </w:pPr>
                    <w:r w:rsidRPr="00446479">
                      <w:rPr>
                        <w:rFonts w:ascii="Arial" w:hAnsi="Arial" w:cs="Arial"/>
                        <w:i/>
                        <w:iCs/>
                        <w:sz w:val="16"/>
                        <w:szCs w:val="16"/>
                      </w:rPr>
                      <w:t>Asia Pacific</w:t>
                    </w:r>
                  </w:p>
                  <w:p w14:paraId="38BD606B" w14:textId="77777777" w:rsidR="00C84B59" w:rsidRPr="00446479" w:rsidRDefault="00C84B59" w:rsidP="00C84B59">
                    <w:pPr>
                      <w:pStyle w:val="Kopfzeile"/>
                      <w:spacing w:line="360" w:lineRule="auto"/>
                      <w:rPr>
                        <w:rFonts w:ascii="Arial" w:hAnsi="Arial" w:cs="Arial"/>
                        <w:sz w:val="16"/>
                        <w:szCs w:val="16"/>
                      </w:rPr>
                    </w:pPr>
                    <w:r w:rsidRPr="00446479">
                      <w:rPr>
                        <w:rFonts w:ascii="Arial" w:hAnsi="Arial" w:cs="Arial"/>
                        <w:sz w:val="16"/>
                        <w:szCs w:val="16"/>
                      </w:rPr>
                      <w:t>Bridget Ngang</w:t>
                    </w:r>
                  </w:p>
                  <w:p w14:paraId="5428AC15" w14:textId="77777777" w:rsidR="00C84B59" w:rsidRPr="00446479" w:rsidRDefault="00C84B59" w:rsidP="00C84B59">
                    <w:pPr>
                      <w:pStyle w:val="Kopfzeile"/>
                      <w:spacing w:line="360" w:lineRule="auto"/>
                      <w:rPr>
                        <w:rFonts w:ascii="Arial" w:hAnsi="Arial" w:cs="Arial"/>
                        <w:sz w:val="16"/>
                        <w:szCs w:val="16"/>
                      </w:rPr>
                    </w:pPr>
                    <w:r w:rsidRPr="00446479">
                      <w:rPr>
                        <w:rFonts w:ascii="Arial" w:hAnsi="Arial" w:cs="Arial"/>
                        <w:sz w:val="16"/>
                        <w:szCs w:val="16"/>
                      </w:rPr>
                      <w:t>Marketing Manager Asia Pacific</w:t>
                    </w:r>
                  </w:p>
                  <w:p w14:paraId="375E78D9" w14:textId="77777777" w:rsidR="00C84B59" w:rsidRPr="000846FB" w:rsidRDefault="00C84B59" w:rsidP="00C84B59">
                    <w:pPr>
                      <w:pStyle w:val="Kopfzeile"/>
                      <w:spacing w:line="360" w:lineRule="auto"/>
                      <w:rPr>
                        <w:rFonts w:ascii="Arial" w:hAnsi="Arial" w:cs="Arial"/>
                        <w:sz w:val="16"/>
                        <w:szCs w:val="16"/>
                        <w:lang w:val="fr-FR"/>
                      </w:rPr>
                    </w:pPr>
                    <w:proofErr w:type="gramStart"/>
                    <w:r w:rsidRPr="000846FB">
                      <w:rPr>
                        <w:rFonts w:ascii="Arial" w:hAnsi="Arial" w:cs="Arial"/>
                        <w:sz w:val="16"/>
                        <w:szCs w:val="16"/>
                        <w:lang w:val="fr-FR"/>
                      </w:rPr>
                      <w:t>Phone:</w:t>
                    </w:r>
                    <w:proofErr w:type="gramEnd"/>
                    <w:r w:rsidRPr="000846FB">
                      <w:rPr>
                        <w:rFonts w:ascii="Arial" w:hAnsi="Arial" w:cs="Arial"/>
                        <w:sz w:val="16"/>
                        <w:szCs w:val="16"/>
                        <w:lang w:val="fr-FR"/>
                      </w:rPr>
                      <w:t xml:space="preserve"> +603 9545 6301</w:t>
                    </w:r>
                  </w:p>
                  <w:p w14:paraId="3E4EE0CB" w14:textId="77777777" w:rsidR="00C84B59" w:rsidRPr="000846FB" w:rsidRDefault="00C205C7" w:rsidP="00C84B59">
                    <w:pPr>
                      <w:pStyle w:val="Kopfzeile"/>
                      <w:spacing w:line="360" w:lineRule="auto"/>
                      <w:rPr>
                        <w:rStyle w:val="Hyperlink"/>
                        <w:rFonts w:ascii="Arial" w:hAnsi="Arial" w:cs="Arial"/>
                        <w:sz w:val="16"/>
                        <w:szCs w:val="16"/>
                        <w:lang w:val="fr-FR"/>
                      </w:rPr>
                    </w:pPr>
                    <w:hyperlink r:id="rId7" w:history="1">
                      <w:r w:rsidR="00C84B59" w:rsidRPr="000846FB">
                        <w:rPr>
                          <w:rStyle w:val="Hyperlink"/>
                          <w:rFonts w:ascii="Arial" w:hAnsi="Arial" w:cs="Arial"/>
                          <w:sz w:val="16"/>
                          <w:szCs w:val="16"/>
                          <w:lang w:val="fr-FR"/>
                        </w:rPr>
                        <w:t>bridget.ngang@kraiburg-tpe.com</w:t>
                      </w:r>
                    </w:hyperlink>
                  </w:p>
                  <w:p w14:paraId="73129BEB" w14:textId="77777777" w:rsidR="00740908" w:rsidRPr="000846FB" w:rsidRDefault="00740908" w:rsidP="00C84B59">
                    <w:pPr>
                      <w:pStyle w:val="Kopfzeile"/>
                      <w:spacing w:line="360" w:lineRule="auto"/>
                      <w:rPr>
                        <w:rStyle w:val="Hyperlink"/>
                        <w:rFonts w:ascii="Arial" w:hAnsi="Arial" w:cs="Arial"/>
                        <w:sz w:val="16"/>
                        <w:szCs w:val="16"/>
                        <w:lang w:val="fr-FR"/>
                      </w:rPr>
                    </w:pPr>
                  </w:p>
                  <w:p w14:paraId="2BF46DD9" w14:textId="77777777" w:rsidR="00740908" w:rsidRPr="000846FB" w:rsidRDefault="00740908" w:rsidP="00740908">
                    <w:pPr>
                      <w:pStyle w:val="Textkrper-Zeileneinzug"/>
                      <w:ind w:left="0"/>
                      <w:rPr>
                        <w:i w:val="0"/>
                        <w:sz w:val="16"/>
                        <w:lang w:val="fr-FR"/>
                      </w:rPr>
                    </w:pPr>
                    <w:proofErr w:type="spellStart"/>
                    <w:r w:rsidRPr="000846FB">
                      <w:rPr>
                        <w:bCs/>
                        <w:sz w:val="16"/>
                        <w:szCs w:val="16"/>
                        <w:lang w:val="fr-FR"/>
                      </w:rPr>
                      <w:t>Americas</w:t>
                    </w:r>
                    <w:proofErr w:type="spellEnd"/>
                  </w:p>
                  <w:p w14:paraId="5B26F1D3" w14:textId="77777777" w:rsidR="00740908" w:rsidRPr="000846FB" w:rsidRDefault="00740908" w:rsidP="00740908">
                    <w:pPr>
                      <w:pStyle w:val="Textkrper-Zeileneinzug"/>
                      <w:ind w:left="0"/>
                      <w:rPr>
                        <w:i w:val="0"/>
                        <w:sz w:val="16"/>
                        <w:lang w:val="fr-FR"/>
                      </w:rPr>
                    </w:pPr>
                    <w:r w:rsidRPr="000846FB">
                      <w:rPr>
                        <w:i w:val="0"/>
                        <w:sz w:val="16"/>
                        <w:lang w:val="fr-FR"/>
                      </w:rPr>
                      <w:t>Alexandra Rios</w:t>
                    </w:r>
                  </w:p>
                  <w:p w14:paraId="00181D3F" w14:textId="77777777" w:rsidR="00740908" w:rsidRPr="00F54D5B" w:rsidRDefault="00740908" w:rsidP="00740908">
                    <w:pPr>
                      <w:pStyle w:val="Textkrper-Zeileneinzug"/>
                      <w:ind w:left="0"/>
                      <w:rPr>
                        <w:i w:val="0"/>
                        <w:sz w:val="16"/>
                        <w:szCs w:val="16"/>
                      </w:rPr>
                    </w:pPr>
                    <w:r w:rsidRPr="00740908">
                      <w:rPr>
                        <w:i w:val="0"/>
                        <w:sz w:val="16"/>
                      </w:rPr>
                      <w:t>Marketing &amp; Customer Care Manager</w:t>
                    </w:r>
                  </w:p>
                  <w:p w14:paraId="3826BB73" w14:textId="77777777" w:rsidR="00740908" w:rsidRPr="00F54D5B" w:rsidRDefault="00740908" w:rsidP="00740908">
                    <w:pPr>
                      <w:pStyle w:val="Textkrper-Zeileneinzug"/>
                      <w:ind w:left="0"/>
                      <w:rPr>
                        <w:i w:val="0"/>
                        <w:sz w:val="16"/>
                        <w:szCs w:val="16"/>
                      </w:rPr>
                    </w:pPr>
                    <w:r>
                      <w:rPr>
                        <w:i w:val="0"/>
                        <w:sz w:val="16"/>
                      </w:rPr>
                      <w:t>Phone:</w:t>
                    </w:r>
                    <w:r w:rsidRPr="00F54D5B">
                      <w:rPr>
                        <w:i w:val="0"/>
                        <w:sz w:val="16"/>
                      </w:rPr>
                      <w:t xml:space="preserve"> +</w:t>
                    </w:r>
                    <w:r w:rsidRPr="00740908">
                      <w:rPr>
                        <w:i w:val="0"/>
                        <w:sz w:val="16"/>
                      </w:rPr>
                      <w:t>1 678 584</w:t>
                    </w:r>
                    <w:r>
                      <w:rPr>
                        <w:i w:val="0"/>
                        <w:sz w:val="16"/>
                      </w:rPr>
                      <w:t xml:space="preserve"> </w:t>
                    </w:r>
                    <w:r w:rsidRPr="00740908">
                      <w:rPr>
                        <w:i w:val="0"/>
                        <w:sz w:val="16"/>
                      </w:rPr>
                      <w:t>2349</w:t>
                    </w:r>
                  </w:p>
                  <w:p w14:paraId="40F20225" w14:textId="77777777" w:rsidR="00740908" w:rsidRPr="000A52EE" w:rsidRDefault="00C205C7" w:rsidP="00740908">
                    <w:pPr>
                      <w:pStyle w:val="Kopfzeile"/>
                      <w:spacing w:line="360" w:lineRule="auto"/>
                      <w:rPr>
                        <w:rFonts w:ascii="Arial" w:hAnsi="Arial" w:cs="Arial"/>
                        <w:sz w:val="16"/>
                        <w:szCs w:val="16"/>
                      </w:rPr>
                    </w:pPr>
                    <w:hyperlink r:id="rId8" w:history="1">
                      <w:r w:rsidR="00740908" w:rsidRPr="00740908">
                        <w:rPr>
                          <w:rStyle w:val="Hyperlink"/>
                          <w:rFonts w:ascii="Arial" w:hAnsi="Arial" w:cs="Arial"/>
                          <w:sz w:val="16"/>
                          <w:szCs w:val="16"/>
                        </w:rPr>
                        <w:t>alexandra.rios@kraiburg-tpe.com</w:t>
                      </w:r>
                    </w:hyperlink>
                    <w:r w:rsidR="00740908">
                      <w:t xml:space="preserve"> </w:t>
                    </w:r>
                  </w:p>
                  <w:p w14:paraId="1F4924FA" w14:textId="77777777" w:rsidR="00C84B59" w:rsidRDefault="00C84B59" w:rsidP="00C84B59">
                    <w:pPr>
                      <w:pStyle w:val="Textkrper-Zeileneinzug"/>
                      <w:ind w:left="0"/>
                      <w:rPr>
                        <w:bCs/>
                        <w:sz w:val="16"/>
                        <w:szCs w:val="16"/>
                      </w:rPr>
                    </w:pPr>
                  </w:p>
                  <w:p w14:paraId="541C5500" w14:textId="77777777" w:rsidR="00C84B59" w:rsidRPr="005E1C3F" w:rsidRDefault="00C84B59" w:rsidP="00C84B59">
                    <w:pPr>
                      <w:pStyle w:val="Textkrper-Zeileneinzug"/>
                      <w:ind w:left="0"/>
                      <w:rPr>
                        <w:rStyle w:val="Hyperlink"/>
                        <w:b/>
                        <w:i w:val="0"/>
                        <w:sz w:val="16"/>
                      </w:rPr>
                    </w:pPr>
                    <w:r w:rsidRPr="005E1C3F">
                      <w:rPr>
                        <w:b/>
                        <w:i w:val="0"/>
                        <w:sz w:val="16"/>
                      </w:rPr>
                      <w:t xml:space="preserve">Communications </w:t>
                    </w:r>
                    <w:r>
                      <w:rPr>
                        <w:b/>
                        <w:i w:val="0"/>
                        <w:sz w:val="16"/>
                      </w:rPr>
                      <w:t>a</w:t>
                    </w:r>
                    <w:r w:rsidRPr="005E1C3F">
                      <w:rPr>
                        <w:b/>
                        <w:i w:val="0"/>
                        <w:sz w:val="16"/>
                      </w:rPr>
                      <w:t>gency</w:t>
                    </w:r>
                  </w:p>
                  <w:p w14:paraId="5DF5B418" w14:textId="77777777" w:rsidR="00C84B59" w:rsidRDefault="00C84B59" w:rsidP="00C84B59">
                    <w:pPr>
                      <w:spacing w:after="0" w:line="360" w:lineRule="auto"/>
                      <w:rPr>
                        <w:rFonts w:ascii="Arial" w:hAnsi="Arial" w:cs="Arial"/>
                        <w:sz w:val="16"/>
                      </w:rPr>
                    </w:pPr>
                    <w:r>
                      <w:rPr>
                        <w:rFonts w:ascii="Arial" w:hAnsi="Arial" w:cs="Arial"/>
                        <w:i/>
                        <w:sz w:val="16"/>
                      </w:rPr>
                      <w:t>EMG</w:t>
                    </w:r>
                  </w:p>
                  <w:p w14:paraId="360AE76B" w14:textId="77777777" w:rsidR="00C84B59" w:rsidRDefault="00C84B59" w:rsidP="00C84B59">
                    <w:pPr>
                      <w:spacing w:after="0" w:line="360" w:lineRule="auto"/>
                      <w:rPr>
                        <w:rFonts w:ascii="Arial" w:hAnsi="Arial" w:cs="Arial"/>
                        <w:sz w:val="16"/>
                      </w:rPr>
                    </w:pPr>
                    <w:r>
                      <w:rPr>
                        <w:rFonts w:ascii="Arial" w:hAnsi="Arial" w:cs="Arial"/>
                        <w:sz w:val="16"/>
                      </w:rPr>
                      <w:t>Siria Nielsen</w:t>
                    </w:r>
                  </w:p>
                  <w:p w14:paraId="5B5CC085" w14:textId="77777777" w:rsidR="00C84B59" w:rsidRDefault="00C84B59" w:rsidP="00C84B59">
                    <w:pPr>
                      <w:spacing w:after="0" w:line="360" w:lineRule="auto"/>
                      <w:rPr>
                        <w:rFonts w:ascii="Arial" w:hAnsi="Arial" w:cs="Arial"/>
                        <w:sz w:val="16"/>
                      </w:rPr>
                    </w:pPr>
                    <w:r>
                      <w:rPr>
                        <w:rFonts w:ascii="Arial" w:hAnsi="Arial" w:cs="Arial"/>
                        <w:sz w:val="16"/>
                      </w:rPr>
                      <w:t>Phone: +31 164 317 036</w:t>
                    </w:r>
                  </w:p>
                  <w:p w14:paraId="1052A78E" w14:textId="77777777" w:rsidR="00DC32CA" w:rsidRPr="00DC32CA" w:rsidRDefault="00C205C7" w:rsidP="00C84B59">
                    <w:pPr>
                      <w:spacing w:after="0" w:line="360" w:lineRule="auto"/>
                      <w:rPr>
                        <w:sz w:val="16"/>
                        <w:szCs w:val="16"/>
                      </w:rPr>
                    </w:pPr>
                    <w:hyperlink r:id="rId9" w:history="1">
                      <w:r w:rsidR="002A4AA7">
                        <w:rPr>
                          <w:rStyle w:val="Hyperlink"/>
                          <w:rFonts w:ascii="Arial" w:hAnsi="Arial" w:cs="Arial"/>
                          <w:sz w:val="16"/>
                        </w:rPr>
                        <w:t>snielsen@emg-marcom.com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C2D"/>
    <w:rsid w:val="00041B77"/>
    <w:rsid w:val="0004695A"/>
    <w:rsid w:val="00055A81"/>
    <w:rsid w:val="00071236"/>
    <w:rsid w:val="00083596"/>
    <w:rsid w:val="000846FB"/>
    <w:rsid w:val="0008699C"/>
    <w:rsid w:val="00096CA7"/>
    <w:rsid w:val="00097D31"/>
    <w:rsid w:val="000A510D"/>
    <w:rsid w:val="000B6A97"/>
    <w:rsid w:val="000D12E7"/>
    <w:rsid w:val="000D178A"/>
    <w:rsid w:val="000F32CD"/>
    <w:rsid w:val="000F7C99"/>
    <w:rsid w:val="001070A6"/>
    <w:rsid w:val="00110663"/>
    <w:rsid w:val="001246FA"/>
    <w:rsid w:val="00144072"/>
    <w:rsid w:val="00146E7E"/>
    <w:rsid w:val="0015476C"/>
    <w:rsid w:val="00162BD2"/>
    <w:rsid w:val="00163E63"/>
    <w:rsid w:val="0017332B"/>
    <w:rsid w:val="00180F66"/>
    <w:rsid w:val="001C4EAE"/>
    <w:rsid w:val="001E0E16"/>
    <w:rsid w:val="00201710"/>
    <w:rsid w:val="00225FD8"/>
    <w:rsid w:val="002271EA"/>
    <w:rsid w:val="002348F5"/>
    <w:rsid w:val="00235BA5"/>
    <w:rsid w:val="00244CE0"/>
    <w:rsid w:val="002631F5"/>
    <w:rsid w:val="00265CFF"/>
    <w:rsid w:val="00290773"/>
    <w:rsid w:val="0029752E"/>
    <w:rsid w:val="002A37DD"/>
    <w:rsid w:val="002A4AA7"/>
    <w:rsid w:val="002B3A55"/>
    <w:rsid w:val="002C4280"/>
    <w:rsid w:val="002C6993"/>
    <w:rsid w:val="002F2061"/>
    <w:rsid w:val="002F563D"/>
    <w:rsid w:val="00360FC1"/>
    <w:rsid w:val="00393332"/>
    <w:rsid w:val="003A6511"/>
    <w:rsid w:val="003C6DEF"/>
    <w:rsid w:val="003C78DA"/>
    <w:rsid w:val="004002A2"/>
    <w:rsid w:val="00406C85"/>
    <w:rsid w:val="00414AAA"/>
    <w:rsid w:val="004347F8"/>
    <w:rsid w:val="00452162"/>
    <w:rsid w:val="00456843"/>
    <w:rsid w:val="00456A3B"/>
    <w:rsid w:val="00471A94"/>
    <w:rsid w:val="00481947"/>
    <w:rsid w:val="004A62E0"/>
    <w:rsid w:val="004B0E31"/>
    <w:rsid w:val="004C6E24"/>
    <w:rsid w:val="004D5BAF"/>
    <w:rsid w:val="004E7C34"/>
    <w:rsid w:val="00502615"/>
    <w:rsid w:val="0050419E"/>
    <w:rsid w:val="00550C61"/>
    <w:rsid w:val="00582975"/>
    <w:rsid w:val="005D467D"/>
    <w:rsid w:val="005E1C3F"/>
    <w:rsid w:val="00614013"/>
    <w:rsid w:val="00627063"/>
    <w:rsid w:val="00637FC8"/>
    <w:rsid w:val="00656038"/>
    <w:rsid w:val="006709AB"/>
    <w:rsid w:val="00687C73"/>
    <w:rsid w:val="006A1403"/>
    <w:rsid w:val="006B0D90"/>
    <w:rsid w:val="006B1DAF"/>
    <w:rsid w:val="006C4A77"/>
    <w:rsid w:val="006D0902"/>
    <w:rsid w:val="006E4B80"/>
    <w:rsid w:val="006E65CF"/>
    <w:rsid w:val="00735668"/>
    <w:rsid w:val="00740908"/>
    <w:rsid w:val="0078239C"/>
    <w:rsid w:val="007831E2"/>
    <w:rsid w:val="00784C57"/>
    <w:rsid w:val="007861D0"/>
    <w:rsid w:val="007B4C2D"/>
    <w:rsid w:val="007D7444"/>
    <w:rsid w:val="007F1877"/>
    <w:rsid w:val="007F3DBF"/>
    <w:rsid w:val="007F6E66"/>
    <w:rsid w:val="00862FDF"/>
    <w:rsid w:val="0086790B"/>
    <w:rsid w:val="00885E31"/>
    <w:rsid w:val="00893ECA"/>
    <w:rsid w:val="00897321"/>
    <w:rsid w:val="008B1F30"/>
    <w:rsid w:val="008B2E96"/>
    <w:rsid w:val="008B6AFF"/>
    <w:rsid w:val="008C43CA"/>
    <w:rsid w:val="008D6339"/>
    <w:rsid w:val="008E5B5F"/>
    <w:rsid w:val="008F34D9"/>
    <w:rsid w:val="00923D2E"/>
    <w:rsid w:val="00947D55"/>
    <w:rsid w:val="00964C40"/>
    <w:rsid w:val="00980DBB"/>
    <w:rsid w:val="00986646"/>
    <w:rsid w:val="009E74A0"/>
    <w:rsid w:val="00A57CD6"/>
    <w:rsid w:val="00A709B8"/>
    <w:rsid w:val="00A805C3"/>
    <w:rsid w:val="00A805F6"/>
    <w:rsid w:val="00A832FB"/>
    <w:rsid w:val="00AA5A89"/>
    <w:rsid w:val="00AB32AB"/>
    <w:rsid w:val="00AB3770"/>
    <w:rsid w:val="00AB44F4"/>
    <w:rsid w:val="00AB48F2"/>
    <w:rsid w:val="00AD13B3"/>
    <w:rsid w:val="00AF706E"/>
    <w:rsid w:val="00B142D6"/>
    <w:rsid w:val="00B20D0E"/>
    <w:rsid w:val="00B21133"/>
    <w:rsid w:val="00B339E2"/>
    <w:rsid w:val="00B43FD8"/>
    <w:rsid w:val="00B517A4"/>
    <w:rsid w:val="00B71FAC"/>
    <w:rsid w:val="00B81B58"/>
    <w:rsid w:val="00BC1A81"/>
    <w:rsid w:val="00BD2B16"/>
    <w:rsid w:val="00BF28D4"/>
    <w:rsid w:val="00C0054B"/>
    <w:rsid w:val="00C10035"/>
    <w:rsid w:val="00C17F49"/>
    <w:rsid w:val="00C205C7"/>
    <w:rsid w:val="00C24DC3"/>
    <w:rsid w:val="00C30003"/>
    <w:rsid w:val="00C33B05"/>
    <w:rsid w:val="00C566EF"/>
    <w:rsid w:val="00C70EBC"/>
    <w:rsid w:val="00C8056E"/>
    <w:rsid w:val="00C81C2D"/>
    <w:rsid w:val="00C84B59"/>
    <w:rsid w:val="00C95294"/>
    <w:rsid w:val="00CD695F"/>
    <w:rsid w:val="00CE3169"/>
    <w:rsid w:val="00CE6C93"/>
    <w:rsid w:val="00CF1F82"/>
    <w:rsid w:val="00D14F71"/>
    <w:rsid w:val="00D2192F"/>
    <w:rsid w:val="00D238FD"/>
    <w:rsid w:val="00D34D49"/>
    <w:rsid w:val="00D41761"/>
    <w:rsid w:val="00D50D0C"/>
    <w:rsid w:val="00D625E9"/>
    <w:rsid w:val="00D81F17"/>
    <w:rsid w:val="00D821DB"/>
    <w:rsid w:val="00D9749E"/>
    <w:rsid w:val="00DB2468"/>
    <w:rsid w:val="00DC10C6"/>
    <w:rsid w:val="00DC1D23"/>
    <w:rsid w:val="00DC21C2"/>
    <w:rsid w:val="00DC32CA"/>
    <w:rsid w:val="00DC58B2"/>
    <w:rsid w:val="00DE2E35"/>
    <w:rsid w:val="00E039D8"/>
    <w:rsid w:val="00E17CAC"/>
    <w:rsid w:val="00E533F6"/>
    <w:rsid w:val="00E908C9"/>
    <w:rsid w:val="00ED7A78"/>
    <w:rsid w:val="00F11E25"/>
    <w:rsid w:val="00F125F3"/>
    <w:rsid w:val="00F14DFB"/>
    <w:rsid w:val="00F20F7E"/>
    <w:rsid w:val="00F33088"/>
    <w:rsid w:val="00F50B59"/>
    <w:rsid w:val="00F540D8"/>
    <w:rsid w:val="00F56344"/>
    <w:rsid w:val="00F57F95"/>
    <w:rsid w:val="00F97DC4"/>
    <w:rsid w:val="00FA13B7"/>
    <w:rsid w:val="00FA1F87"/>
    <w:rsid w:val="00FC040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ABE0F09"/>
  <w15:docId w15:val="{A73A45E0-22FA-4222-A8ED-03AFC5BBE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84B59"/>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styleId="NichtaufgelsteErwhnung">
    <w:name w:val="Unresolved Mention"/>
    <w:basedOn w:val="Absatz-Standardschriftart"/>
    <w:uiPriority w:val="99"/>
    <w:semiHidden/>
    <w:unhideWhenUsed/>
    <w:rsid w:val="001106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cid:image004.jpg@01D62D34.9D74DFC0"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snielsen@emg-marcom.com" TargetMode="External"/><Relationship Id="rId2" Type="http://schemas.openxmlformats.org/officeDocument/2006/relationships/customXml" Target="../customXml/item2.xml"/><Relationship Id="rId16" Type="http://schemas.openxmlformats.org/officeDocument/2006/relationships/hyperlink" Target="http://www.PressReleaseFind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nextis.fr"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raiburg-tpe.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8" Type="http://schemas.openxmlformats.org/officeDocument/2006/relationships/hyperlink" Target="mailto:alexandra.rios@kraiburg-tpe.com" TargetMode="External"/><Relationship Id="rId3" Type="http://schemas.openxmlformats.org/officeDocument/2006/relationships/hyperlink" Target="mailto:bridget.ngang@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3.jpeg"/><Relationship Id="rId6" Type="http://schemas.openxmlformats.org/officeDocument/2006/relationships/hyperlink" Target="mailto:juliane.schmidhuber@kraiburg-tpe.com" TargetMode="External"/><Relationship Id="rId5" Type="http://schemas.openxmlformats.org/officeDocument/2006/relationships/hyperlink" Target="mailto:snielsen@emg-marcom.com" TargetMode="External"/><Relationship Id="rId4" Type="http://schemas.openxmlformats.org/officeDocument/2006/relationships/hyperlink" Target="mailto:alexandra.rios@kraiburg-tpe.com" TargetMode="External"/><Relationship Id="rId9" Type="http://schemas.openxmlformats.org/officeDocument/2006/relationships/hyperlink" Target="mailto:snielsen@emg-marcom.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H:\Kraiburg%20TPE\05%20Press%20Releases\000%20TEMPLATES\Global%20PR\KRAPR000EN0000%20folder%20nam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354725F1108B41A8A047DB839D0342" ma:contentTypeVersion="8" ma:contentTypeDescription="Create a new document." ma:contentTypeScope="" ma:versionID="8cf0bfb259feec75338319df379be038">
  <xsd:schema xmlns:xsd="http://www.w3.org/2001/XMLSchema" xmlns:xs="http://www.w3.org/2001/XMLSchema" xmlns:p="http://schemas.microsoft.com/office/2006/metadata/properties" xmlns:ns3="1bd16793-e0be-457e-b6d2-4e2a34d5f9f5" targetNamespace="http://schemas.microsoft.com/office/2006/metadata/properties" ma:root="true" ma:fieldsID="ec646475979bb7f4a3b8aaf2252a7a5f" ns3:_="">
    <xsd:import namespace="1bd16793-e0be-457e-b6d2-4e2a34d5f9f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d16793-e0be-457e-b6d2-4e2a34d5f9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334F8A-9F08-499C-9174-53B9D8E1AE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d16793-e0be-457e-b6d2-4e2a34d5f9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DFF848-1214-4265-B1E8-ECE4840B832A}">
  <ds:schemaRefs>
    <ds:schemaRef ds:uri="http://schemas.microsoft.com/sharepoint/v3/contenttype/forms"/>
  </ds:schemaRefs>
</ds:datastoreItem>
</file>

<file path=customXml/itemProps3.xml><?xml version="1.0" encoding="utf-8"?>
<ds:datastoreItem xmlns:ds="http://schemas.openxmlformats.org/officeDocument/2006/customXml" ds:itemID="{88089CF2-EC91-40CC-8DA2-BE0BF183BA83}">
  <ds:schemaRefs>
    <ds:schemaRef ds:uri="http://schemas.openxmlformats.org/package/2006/metadata/core-properties"/>
    <ds:schemaRef ds:uri="http://schemas.microsoft.com/office/2006/documentManagement/types"/>
    <ds:schemaRef ds:uri="1bd16793-e0be-457e-b6d2-4e2a34d5f9f5"/>
    <ds:schemaRef ds:uri="http://schemas.microsoft.com/office/2006/metadata/properties"/>
    <ds:schemaRef ds:uri="http://purl.org/dc/dcmitype/"/>
    <ds:schemaRef ds:uri="http://purl.org/dc/terms/"/>
    <ds:schemaRef ds:uri="http://purl.org/dc/elements/1.1/"/>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7985165E-1519-4AD3-942F-1786BA8E4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KRAPR000EN0000 folder name.dotx</Template>
  <TotalTime>0</TotalTime>
  <Pages>4</Pages>
  <Words>804</Words>
  <Characters>5070</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KRAIBURG TPE and NEXTIS partner on flexible USB socket protection cover molded in THERMOLAST® K for respiratory devices</vt:lpstr>
      <vt:lpstr>KRAIBURG TPE and NEXTIS partner on flexible USB socket protection cover molded in THERMOLAST® K for respiratory devices</vt:lpstr>
    </vt:vector>
  </TitlesOfParts>
  <Manager>Ilona Giljam</Manager>
  <Company>EMG</Company>
  <LinksUpToDate>false</LinksUpToDate>
  <CharactersWithSpaces>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KRAIBURG TPE and NEXTIS partner on flexible USB socket protection cover molded in THERMOLAST® K for respiratory devices</dc:title>
  <dc:creator>Siria Nielsen</dc:creator>
  <cp:keywords>062</cp:keywords>
  <cp:lastModifiedBy>Schmidhuber, Juliane</cp:lastModifiedBy>
  <cp:revision>9</cp:revision>
  <cp:lastPrinted>2020-08-25T09:11:00Z</cp:lastPrinted>
  <dcterms:created xsi:type="dcterms:W3CDTF">2020-07-13T08:31:00Z</dcterms:created>
  <dcterms:modified xsi:type="dcterms:W3CDTF">2020-08-25T09:11:00Z</dcterms:modified>
  <cp:category>PR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0x01010099354725F1108B41A8A047DB839D0342</vt:lpwstr>
  </property>
</Properties>
</file>